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4B261" w14:textId="77777777" w:rsidR="005253F3" w:rsidRPr="00330C91" w:rsidRDefault="005253F3" w:rsidP="001B44BD">
      <w:pPr>
        <w:rPr>
          <w:b/>
          <w:bCs/>
          <w:sz w:val="20"/>
        </w:rPr>
      </w:pPr>
    </w:p>
    <w:p w14:paraId="675BFD0A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F07659D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69D210F9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3AE21199" w14:textId="7F7FB2F5" w:rsidR="005253F3" w:rsidRPr="00D018C3" w:rsidRDefault="00D4333E" w:rsidP="00C82045">
      <w:pPr>
        <w:jc w:val="center"/>
        <w:rPr>
          <w:b/>
          <w:bCs/>
          <w:sz w:val="20"/>
        </w:rPr>
      </w:pPr>
      <w:r w:rsidRPr="00D018C3">
        <w:rPr>
          <w:b/>
          <w:bCs/>
          <w:sz w:val="20"/>
        </w:rPr>
        <w:t>METSAMATERJAL</w:t>
      </w:r>
      <w:r w:rsidR="005253F3" w:rsidRPr="00D018C3">
        <w:rPr>
          <w:b/>
          <w:bCs/>
          <w:sz w:val="20"/>
        </w:rPr>
        <w:t>I MÜÜGILEPING nr 3-3.6.1/</w:t>
      </w:r>
      <w:r w:rsidR="00842539">
        <w:rPr>
          <w:b/>
          <w:bCs/>
          <w:sz w:val="20"/>
        </w:rPr>
        <w:t>202</w:t>
      </w:r>
      <w:r w:rsidR="004A003E">
        <w:rPr>
          <w:b/>
          <w:bCs/>
          <w:sz w:val="20"/>
        </w:rPr>
        <w:t>5</w:t>
      </w:r>
      <w:r w:rsidR="00842539">
        <w:rPr>
          <w:b/>
          <w:bCs/>
          <w:sz w:val="20"/>
        </w:rPr>
        <w:t>/</w:t>
      </w:r>
      <w:r w:rsidR="004A003E">
        <w:rPr>
          <w:b/>
          <w:bCs/>
          <w:sz w:val="20"/>
        </w:rPr>
        <w:t>100</w:t>
      </w:r>
    </w:p>
    <w:p w14:paraId="0DC9FF10" w14:textId="77777777" w:rsidR="005253F3" w:rsidRPr="00D018C3" w:rsidRDefault="005253F3" w:rsidP="00C82045">
      <w:pPr>
        <w:jc w:val="center"/>
        <w:rPr>
          <w:b/>
          <w:sz w:val="20"/>
        </w:rPr>
      </w:pPr>
    </w:p>
    <w:p w14:paraId="667BEE25" w14:textId="3EC86FCE" w:rsidR="00E350CA" w:rsidRPr="00D018C3" w:rsidRDefault="006259D4" w:rsidP="00E350CA">
      <w:pPr>
        <w:pStyle w:val="Normaallaadveeb"/>
        <w:jc w:val="right"/>
        <w:rPr>
          <w:sz w:val="20"/>
          <w:szCs w:val="20"/>
          <w:lang w:val="et-EE"/>
        </w:rPr>
      </w:pPr>
      <w:r w:rsidRPr="00D018C3">
        <w:rPr>
          <w:rFonts w:eastAsia="Calibri"/>
          <w:sz w:val="20"/>
          <w:szCs w:val="20"/>
        </w:rPr>
        <w:t xml:space="preserve"> </w:t>
      </w:r>
      <w:r w:rsidR="00E350CA" w:rsidRPr="00D018C3">
        <w:rPr>
          <w:rFonts w:eastAsia="Calibri"/>
          <w:sz w:val="20"/>
          <w:szCs w:val="20"/>
        </w:rPr>
        <w:t>(</w:t>
      </w:r>
      <w:proofErr w:type="spellStart"/>
      <w:r w:rsidR="00E350CA" w:rsidRPr="00D018C3">
        <w:rPr>
          <w:rFonts w:eastAsia="Calibri"/>
          <w:sz w:val="20"/>
          <w:szCs w:val="20"/>
        </w:rPr>
        <w:t>hiliseima</w:t>
      </w:r>
      <w:proofErr w:type="spellEnd"/>
      <w:r w:rsidR="00E350CA" w:rsidRPr="00D018C3">
        <w:rPr>
          <w:rFonts w:eastAsia="Calibri"/>
          <w:sz w:val="20"/>
          <w:szCs w:val="20"/>
        </w:rPr>
        <w:t xml:space="preserve"> </w:t>
      </w:r>
      <w:proofErr w:type="spellStart"/>
      <w:r w:rsidR="00E350CA" w:rsidRPr="00D018C3">
        <w:rPr>
          <w:rFonts w:eastAsia="Calibri"/>
          <w:sz w:val="20"/>
          <w:szCs w:val="20"/>
        </w:rPr>
        <w:t>digitaalallkirja</w:t>
      </w:r>
      <w:proofErr w:type="spellEnd"/>
      <w:r w:rsidR="00E350CA" w:rsidRPr="00D018C3">
        <w:rPr>
          <w:rFonts w:eastAsia="Calibri"/>
          <w:sz w:val="20"/>
          <w:szCs w:val="20"/>
        </w:rPr>
        <w:t xml:space="preserve"> </w:t>
      </w:r>
      <w:proofErr w:type="spellStart"/>
      <w:r w:rsidR="00E350CA" w:rsidRPr="00D018C3">
        <w:rPr>
          <w:rFonts w:eastAsia="Calibri"/>
          <w:sz w:val="20"/>
          <w:szCs w:val="20"/>
        </w:rPr>
        <w:t>kuupäev</w:t>
      </w:r>
      <w:proofErr w:type="spellEnd"/>
      <w:r w:rsidR="00E350CA" w:rsidRPr="00D018C3">
        <w:rPr>
          <w:rFonts w:eastAsia="Calibri"/>
          <w:sz w:val="20"/>
          <w:szCs w:val="20"/>
        </w:rPr>
        <w:t>)</w:t>
      </w:r>
    </w:p>
    <w:p w14:paraId="3B6BDE81" w14:textId="77777777" w:rsidR="00930FA0" w:rsidRPr="00D018C3" w:rsidRDefault="00930FA0" w:rsidP="00E350CA">
      <w:pPr>
        <w:jc w:val="right"/>
        <w:rPr>
          <w:sz w:val="20"/>
        </w:rPr>
      </w:pPr>
    </w:p>
    <w:p w14:paraId="3443C545" w14:textId="77777777" w:rsidR="005253F3" w:rsidRPr="00D018C3" w:rsidRDefault="00D4333E" w:rsidP="00566DA4">
      <w:pPr>
        <w:rPr>
          <w:b/>
          <w:sz w:val="20"/>
        </w:rPr>
      </w:pPr>
      <w:bookmarkStart w:id="0" w:name="OLE_LINK1"/>
      <w:r w:rsidRPr="00D018C3">
        <w:rPr>
          <w:b/>
          <w:sz w:val="20"/>
        </w:rPr>
        <w:t>Müüja</w:t>
      </w:r>
      <w:r w:rsidR="005253F3" w:rsidRPr="00D018C3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D018C3" w14:paraId="26A621A9" w14:textId="77777777" w:rsidTr="004127F5">
        <w:tc>
          <w:tcPr>
            <w:tcW w:w="3261" w:type="dxa"/>
          </w:tcPr>
          <w:p w14:paraId="26F3A9B5" w14:textId="77777777" w:rsidR="005253F3" w:rsidRPr="00D018C3" w:rsidRDefault="005253F3" w:rsidP="00E8544B">
            <w:pPr>
              <w:pStyle w:val="Kommentaaritekst"/>
              <w:rPr>
                <w:bCs/>
              </w:rPr>
            </w:pPr>
            <w:r w:rsidRPr="00D018C3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6CC23CB9" w14:textId="77777777" w:rsidR="005253F3" w:rsidRPr="00D018C3" w:rsidRDefault="005253F3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Registrikood 70004459</w:t>
            </w:r>
          </w:p>
          <w:p w14:paraId="72A07958" w14:textId="77777777" w:rsidR="005253F3" w:rsidRPr="00D018C3" w:rsidRDefault="006B641D" w:rsidP="006B641D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Mõisa/3, </w:t>
            </w:r>
            <w:proofErr w:type="spellStart"/>
            <w:r w:rsidR="00DA637A" w:rsidRPr="00D018C3">
              <w:rPr>
                <w:sz w:val="20"/>
              </w:rPr>
              <w:t>Sagadi</w:t>
            </w:r>
            <w:proofErr w:type="spellEnd"/>
            <w:r w:rsidR="00DA637A" w:rsidRPr="00D018C3">
              <w:rPr>
                <w:sz w:val="20"/>
              </w:rPr>
              <w:t xml:space="preserve"> küla, </w:t>
            </w:r>
            <w:r w:rsidR="00C70ACD" w:rsidRPr="00D018C3">
              <w:rPr>
                <w:sz w:val="20"/>
              </w:rPr>
              <w:t>H</w:t>
            </w:r>
            <w:r w:rsidR="00DA637A" w:rsidRPr="00D018C3">
              <w:rPr>
                <w:sz w:val="20"/>
              </w:rPr>
              <w:t>a</w:t>
            </w:r>
            <w:r w:rsidR="00C70ACD" w:rsidRPr="00D018C3">
              <w:rPr>
                <w:sz w:val="20"/>
              </w:rPr>
              <w:t>ljala</w:t>
            </w:r>
            <w:r w:rsidR="00DA637A" w:rsidRPr="00D018C3">
              <w:rPr>
                <w:sz w:val="20"/>
              </w:rPr>
              <w:t xml:space="preserve"> vald</w:t>
            </w:r>
            <w:r w:rsidRPr="00D018C3">
              <w:rPr>
                <w:sz w:val="20"/>
              </w:rPr>
              <w:t xml:space="preserve"> </w:t>
            </w:r>
            <w:r w:rsidR="00DA637A" w:rsidRPr="00D018C3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115C13CA" w14:textId="77777777" w:rsidR="005253F3" w:rsidRPr="00D018C3" w:rsidRDefault="005253F3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Tel 676 7500</w:t>
            </w:r>
          </w:p>
          <w:p w14:paraId="146FF8BD" w14:textId="77777777" w:rsidR="005253F3" w:rsidRPr="00D018C3" w:rsidRDefault="004127F5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E-post </w:t>
            </w:r>
            <w:hyperlink r:id="rId11" w:history="1">
              <w:r w:rsidR="0055321D" w:rsidRPr="00D018C3">
                <w:rPr>
                  <w:rStyle w:val="Hperlink"/>
                  <w:sz w:val="20"/>
                </w:rPr>
                <w:t>rmk@rmk.ee</w:t>
              </w:r>
            </w:hyperlink>
            <w:r w:rsidR="005253F3" w:rsidRPr="00D018C3">
              <w:rPr>
                <w:sz w:val="20"/>
              </w:rPr>
              <w:t xml:space="preserve"> </w:t>
            </w:r>
          </w:p>
        </w:tc>
      </w:tr>
      <w:tr w:rsidR="00D018C3" w:rsidRPr="00D018C3" w14:paraId="0F8C70AB" w14:textId="77777777" w:rsidTr="004127F5">
        <w:tc>
          <w:tcPr>
            <w:tcW w:w="3261" w:type="dxa"/>
          </w:tcPr>
          <w:p w14:paraId="4E66104F" w14:textId="77777777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sz w:val="20"/>
              </w:rPr>
              <w:t>Esindaja</w:t>
            </w:r>
          </w:p>
          <w:p w14:paraId="3C8C7E37" w14:textId="77777777" w:rsidR="00D018C3" w:rsidRPr="00D018C3" w:rsidRDefault="00D018C3" w:rsidP="00D018C3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597A889D" w14:textId="5708CE56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sz w:val="20"/>
              </w:rPr>
              <w:t>RMK puiduturustusosakonna turustusspetsialist Mart Enel</w:t>
            </w:r>
          </w:p>
        </w:tc>
        <w:tc>
          <w:tcPr>
            <w:tcW w:w="3119" w:type="dxa"/>
          </w:tcPr>
          <w:p w14:paraId="4CD7D829" w14:textId="50B618ED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noProof/>
                <w:color w:val="000000"/>
                <w:sz w:val="20"/>
              </w:rPr>
              <w:t xml:space="preserve">Tel </w:t>
            </w:r>
            <w:r w:rsidRPr="00D018C3">
              <w:rPr>
                <w:sz w:val="20"/>
              </w:rPr>
              <w:t>5263392</w:t>
            </w:r>
            <w:r w:rsidRPr="00D018C3">
              <w:rPr>
                <w:noProof/>
                <w:color w:val="000000"/>
                <w:sz w:val="20"/>
              </w:rPr>
              <w:br/>
              <w:t xml:space="preserve">E-post </w:t>
            </w:r>
            <w:hyperlink r:id="rId12" w:history="1">
              <w:r w:rsidRPr="00D018C3">
                <w:rPr>
                  <w:rStyle w:val="Hperlink"/>
                  <w:noProof/>
                  <w:sz w:val="20"/>
                </w:rPr>
                <w:t>mart.enel@rmk.ee</w:t>
              </w:r>
            </w:hyperlink>
          </w:p>
        </w:tc>
      </w:tr>
      <w:tr w:rsidR="005253F3" w:rsidRPr="00D018C3" w14:paraId="1CC31158" w14:textId="77777777" w:rsidTr="00E8544B">
        <w:trPr>
          <w:cantSplit/>
        </w:trPr>
        <w:tc>
          <w:tcPr>
            <w:tcW w:w="9923" w:type="dxa"/>
            <w:gridSpan w:val="3"/>
          </w:tcPr>
          <w:p w14:paraId="19CB0672" w14:textId="04F2B94B" w:rsidR="005253F3" w:rsidRPr="00D018C3" w:rsidRDefault="005253F3" w:rsidP="00836379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Esindusõigus tuleneb (volitamise alus): </w:t>
            </w:r>
            <w:r w:rsidR="00B613BF" w:rsidRPr="00D018C3">
              <w:rPr>
                <w:sz w:val="20"/>
              </w:rPr>
              <w:t xml:space="preserve">RMK juhatuse esimehe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711DC93C662849EF98D1A3837B03030A"/>
                </w:placeholder>
                <w:date w:fullDate="2025-01-16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B613BF" w:rsidRPr="00D018C3">
                  <w:rPr>
                    <w:rFonts w:eastAsia="Calibri"/>
                    <w:sz w:val="20"/>
                  </w:rPr>
                  <w:t>1</w:t>
                </w:r>
                <w:r w:rsidR="004A003E">
                  <w:rPr>
                    <w:rFonts w:eastAsia="Calibri"/>
                    <w:sz w:val="20"/>
                  </w:rPr>
                  <w:t>6</w:t>
                </w:r>
                <w:r w:rsidR="00B613BF" w:rsidRPr="00D018C3">
                  <w:rPr>
                    <w:rFonts w:eastAsia="Calibri"/>
                    <w:sz w:val="20"/>
                  </w:rPr>
                  <w:t>.0</w:t>
                </w:r>
                <w:r w:rsidR="004A003E">
                  <w:rPr>
                    <w:rFonts w:eastAsia="Calibri"/>
                    <w:sz w:val="20"/>
                  </w:rPr>
                  <w:t>1</w:t>
                </w:r>
                <w:r w:rsidR="00B613BF" w:rsidRPr="00D018C3">
                  <w:rPr>
                    <w:rFonts w:eastAsia="Calibri"/>
                    <w:sz w:val="20"/>
                  </w:rPr>
                  <w:t>.202</w:t>
                </w:r>
                <w:r w:rsidR="004A003E">
                  <w:rPr>
                    <w:rFonts w:eastAsia="Calibri"/>
                    <w:sz w:val="20"/>
                  </w:rPr>
                  <w:t>5</w:t>
                </w:r>
              </w:sdtContent>
            </w:sdt>
            <w:r w:rsidR="00B613BF" w:rsidRPr="00D018C3">
              <w:rPr>
                <w:sz w:val="20"/>
              </w:rPr>
              <w:t xml:space="preserve"> käskkiri nr </w:t>
            </w:r>
            <w:r w:rsidR="00B613BF" w:rsidRPr="00D018C3">
              <w:rPr>
                <w:bCs/>
                <w:sz w:val="20"/>
              </w:rPr>
              <w:t>1-5/</w:t>
            </w:r>
            <w:r w:rsidR="004A003E">
              <w:rPr>
                <w:bCs/>
                <w:sz w:val="20"/>
              </w:rPr>
              <w:t>7</w:t>
            </w:r>
          </w:p>
        </w:tc>
      </w:tr>
    </w:tbl>
    <w:p w14:paraId="027D0CDA" w14:textId="77777777" w:rsidR="005253F3" w:rsidRPr="00D018C3" w:rsidRDefault="005253F3" w:rsidP="00566DA4">
      <w:pPr>
        <w:rPr>
          <w:b/>
          <w:sz w:val="20"/>
        </w:rPr>
      </w:pPr>
    </w:p>
    <w:p w14:paraId="1262BD4C" w14:textId="77777777" w:rsidR="005253F3" w:rsidRPr="00D018C3" w:rsidRDefault="00D4333E" w:rsidP="00566DA4">
      <w:pPr>
        <w:rPr>
          <w:b/>
          <w:sz w:val="20"/>
        </w:rPr>
      </w:pPr>
      <w:r w:rsidRPr="00D018C3">
        <w:rPr>
          <w:b/>
          <w:sz w:val="20"/>
        </w:rPr>
        <w:t>Ostja</w:t>
      </w:r>
      <w:r w:rsidR="005253F3" w:rsidRPr="00D018C3">
        <w:rPr>
          <w:b/>
          <w:sz w:val="20"/>
        </w:rPr>
        <w:t xml:space="preserve"> andmed</w:t>
      </w:r>
      <w:r w:rsidR="00ED507B" w:rsidRPr="00D018C3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0"/>
        <w:gridCol w:w="3877"/>
        <w:gridCol w:w="2232"/>
      </w:tblGrid>
      <w:tr w:rsidR="003134D9" w:rsidRPr="00D018C3" w14:paraId="4DFB3757" w14:textId="77777777" w:rsidTr="003134D9">
        <w:tc>
          <w:tcPr>
            <w:tcW w:w="3920" w:type="dxa"/>
          </w:tcPr>
          <w:p w14:paraId="7104C5A1" w14:textId="77A39762" w:rsidR="003134D9" w:rsidRPr="00D018C3" w:rsidRDefault="003134D9" w:rsidP="003134D9">
            <w:pPr>
              <w:rPr>
                <w:sz w:val="20"/>
              </w:rPr>
            </w:pPr>
            <w:proofErr w:type="spellStart"/>
            <w:r w:rsidRPr="003134D9">
              <w:rPr>
                <w:sz w:val="20"/>
              </w:rPr>
              <w:t>Narvo</w:t>
            </w:r>
            <w:proofErr w:type="spellEnd"/>
            <w:r w:rsidRPr="003134D9">
              <w:rPr>
                <w:sz w:val="20"/>
              </w:rPr>
              <w:t xml:space="preserve"> OÜ</w:t>
            </w:r>
          </w:p>
        </w:tc>
        <w:tc>
          <w:tcPr>
            <w:tcW w:w="3877" w:type="dxa"/>
          </w:tcPr>
          <w:p w14:paraId="750BD29A" w14:textId="77777777" w:rsidR="003134D9" w:rsidRDefault="003134D9" w:rsidP="003134D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Times-Roman" w:hAnsi="Times-Roman" w:cs="Times-Roman"/>
                <w:spacing w:val="0"/>
                <w:position w:val="0"/>
                <w:sz w:val="20"/>
                <w:lang w:eastAsia="et-EE"/>
              </w:rPr>
              <w:t>Registrikood 12211133</w:t>
            </w:r>
          </w:p>
          <w:p w14:paraId="619B47F8" w14:textId="77777777" w:rsidR="003134D9" w:rsidRDefault="003134D9" w:rsidP="003134D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Times-Roman" w:hAnsi="Times-Roman" w:cs="Times-Roman"/>
                <w:spacing w:val="0"/>
                <w:position w:val="0"/>
                <w:sz w:val="20"/>
                <w:lang w:eastAsia="et-EE"/>
              </w:rPr>
              <w:t xml:space="preserve"> Puidu 2  Kehra</w:t>
            </w:r>
          </w:p>
          <w:p w14:paraId="1D24CFD6" w14:textId="77777777" w:rsidR="003134D9" w:rsidRDefault="003134D9" w:rsidP="003134D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Times-Roman" w:hAnsi="Times-Roman" w:cs="Times-Roman"/>
                <w:spacing w:val="0"/>
                <w:position w:val="0"/>
                <w:sz w:val="20"/>
                <w:lang w:eastAsia="et-EE"/>
              </w:rPr>
              <w:t>Harjumaa</w:t>
            </w:r>
          </w:p>
          <w:p w14:paraId="5F1EAB18" w14:textId="2845F6F2" w:rsidR="003134D9" w:rsidRPr="00D018C3" w:rsidRDefault="003134D9" w:rsidP="003134D9">
            <w:pPr>
              <w:rPr>
                <w:bCs/>
                <w:sz w:val="20"/>
              </w:rPr>
            </w:pPr>
            <w:r>
              <w:rPr>
                <w:rFonts w:ascii="Times-Roman" w:hAnsi="Times-Roman" w:cs="Times-Roman"/>
                <w:spacing w:val="0"/>
                <w:position w:val="0"/>
                <w:sz w:val="20"/>
                <w:lang w:eastAsia="et-EE"/>
              </w:rPr>
              <w:t>74305</w:t>
            </w:r>
          </w:p>
        </w:tc>
        <w:tc>
          <w:tcPr>
            <w:tcW w:w="2232" w:type="dxa"/>
          </w:tcPr>
          <w:p w14:paraId="1F1F7037" w14:textId="77777777" w:rsidR="003134D9" w:rsidRPr="00591B3F" w:rsidRDefault="003134D9" w:rsidP="003134D9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tel </w:t>
            </w:r>
            <w:r>
              <w:t xml:space="preserve"> </w:t>
            </w:r>
            <w:r w:rsidRPr="007E4CD3">
              <w:rPr>
                <w:color w:val="000000"/>
                <w:sz w:val="20"/>
              </w:rPr>
              <w:t>5086989</w:t>
            </w:r>
          </w:p>
          <w:p w14:paraId="3696B06E" w14:textId="1420C0B4" w:rsidR="003134D9" w:rsidRPr="00D018C3" w:rsidRDefault="003134D9" w:rsidP="003134D9">
            <w:pPr>
              <w:rPr>
                <w:bCs/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3134D9" w:rsidRPr="00D018C3" w14:paraId="7F7BAED8" w14:textId="77777777" w:rsidTr="003134D9">
        <w:tc>
          <w:tcPr>
            <w:tcW w:w="3920" w:type="dxa"/>
          </w:tcPr>
          <w:p w14:paraId="3986D41B" w14:textId="77777777" w:rsidR="003134D9" w:rsidRPr="00D018C3" w:rsidRDefault="003134D9" w:rsidP="003134D9">
            <w:pPr>
              <w:rPr>
                <w:sz w:val="20"/>
              </w:rPr>
            </w:pPr>
            <w:r w:rsidRPr="00D018C3">
              <w:rPr>
                <w:sz w:val="20"/>
              </w:rPr>
              <w:t>Esindaja</w:t>
            </w:r>
          </w:p>
        </w:tc>
        <w:tc>
          <w:tcPr>
            <w:tcW w:w="3877" w:type="dxa"/>
          </w:tcPr>
          <w:p w14:paraId="520C4978" w14:textId="1AA42F25" w:rsidR="003134D9" w:rsidRPr="00D018C3" w:rsidRDefault="003134D9" w:rsidP="003134D9">
            <w:pPr>
              <w:rPr>
                <w:bCs/>
                <w:sz w:val="20"/>
              </w:rPr>
            </w:pPr>
            <w:r w:rsidRPr="00591B3F">
              <w:rPr>
                <w:sz w:val="20"/>
              </w:rPr>
              <w:t xml:space="preserve">Juhatuse liige </w:t>
            </w:r>
            <w:r>
              <w:rPr>
                <w:sz w:val="20"/>
              </w:rPr>
              <w:t>Peep Pihlak</w:t>
            </w:r>
          </w:p>
        </w:tc>
        <w:tc>
          <w:tcPr>
            <w:tcW w:w="2232" w:type="dxa"/>
          </w:tcPr>
          <w:p w14:paraId="5D0D0316" w14:textId="77777777" w:rsidR="003134D9" w:rsidRPr="00573CFB" w:rsidRDefault="003134D9" w:rsidP="003134D9">
            <w:pPr>
              <w:rPr>
                <w:color w:val="1F497D"/>
                <w:sz w:val="20"/>
              </w:rPr>
            </w:pPr>
            <w:hyperlink r:id="rId13" w:history="1">
              <w:r w:rsidRPr="00573CFB">
                <w:rPr>
                  <w:rStyle w:val="Hperlink"/>
                  <w:sz w:val="20"/>
                </w:rPr>
                <w:t>peep@narvo.ee</w:t>
              </w:r>
            </w:hyperlink>
          </w:p>
          <w:p w14:paraId="3C6B67D8" w14:textId="573C564E" w:rsidR="003134D9" w:rsidRPr="00D018C3" w:rsidRDefault="003134D9" w:rsidP="003134D9">
            <w:pPr>
              <w:rPr>
                <w:bCs/>
                <w:sz w:val="20"/>
              </w:rPr>
            </w:pPr>
            <w:r w:rsidRPr="00591B3F">
              <w:rPr>
                <w:bCs/>
                <w:sz w:val="20"/>
              </w:rPr>
              <w:t xml:space="preserve"> </w:t>
            </w:r>
          </w:p>
        </w:tc>
      </w:tr>
      <w:tr w:rsidR="00836379" w:rsidRPr="00D018C3" w14:paraId="6EC5CC10" w14:textId="77777777" w:rsidTr="003134D9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46EF8B74" w14:textId="1A25E945" w:rsidR="00836379" w:rsidRPr="00D018C3" w:rsidRDefault="00836379" w:rsidP="008B5D77">
            <w:pPr>
              <w:rPr>
                <w:bCs/>
                <w:sz w:val="20"/>
              </w:rPr>
            </w:pPr>
            <w:r w:rsidRPr="00D018C3">
              <w:rPr>
                <w:bCs/>
                <w:sz w:val="20"/>
              </w:rPr>
              <w:t xml:space="preserve">Esindusõigus tuleneb (volitamise alus): </w:t>
            </w:r>
            <w:r w:rsidR="008B5D77">
              <w:rPr>
                <w:sz w:val="20"/>
              </w:rPr>
              <w:t>põhikiri</w:t>
            </w:r>
          </w:p>
        </w:tc>
      </w:tr>
      <w:bookmarkEnd w:id="0"/>
    </w:tbl>
    <w:p w14:paraId="3532635F" w14:textId="77777777" w:rsidR="005253F3" w:rsidRPr="00D018C3" w:rsidRDefault="005253F3">
      <w:pPr>
        <w:rPr>
          <w:b/>
          <w:sz w:val="20"/>
        </w:rPr>
      </w:pPr>
    </w:p>
    <w:p w14:paraId="691AFA2B" w14:textId="77777777" w:rsidR="005253F3" w:rsidRPr="00D018C3" w:rsidRDefault="00D4333E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Metsamaterjal</w:t>
      </w:r>
      <w:r w:rsidR="005253F3" w:rsidRPr="00D018C3">
        <w:rPr>
          <w:b/>
          <w:sz w:val="20"/>
        </w:rPr>
        <w:t xml:space="preserve">i müügilepingu tüüp, müüdav </w:t>
      </w:r>
      <w:r w:rsidRPr="00D018C3">
        <w:rPr>
          <w:b/>
          <w:sz w:val="20"/>
        </w:rPr>
        <w:t>metsamaterjal</w:t>
      </w:r>
      <w:r w:rsidR="005253F3" w:rsidRPr="00D018C3">
        <w:rPr>
          <w:b/>
          <w:sz w:val="20"/>
        </w:rPr>
        <w:t xml:space="preserve"> ja hind</w:t>
      </w:r>
    </w:p>
    <w:p w14:paraId="4AFC2879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müüb ja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ostab riigimetsas raiutud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D018C3" w14:paraId="101E815B" w14:textId="77777777">
        <w:trPr>
          <w:trHeight w:val="281"/>
        </w:trPr>
        <w:tc>
          <w:tcPr>
            <w:tcW w:w="3307" w:type="dxa"/>
          </w:tcPr>
          <w:p w14:paraId="46A99687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3009A72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79320CB5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Hind:</w:t>
            </w:r>
          </w:p>
        </w:tc>
      </w:tr>
      <w:tr w:rsidR="005253F3" w:rsidRPr="00D018C3" w14:paraId="5EC5B73A" w14:textId="77777777">
        <w:trPr>
          <w:trHeight w:val="296"/>
        </w:trPr>
        <w:tc>
          <w:tcPr>
            <w:tcW w:w="3307" w:type="dxa"/>
          </w:tcPr>
          <w:p w14:paraId="7D552E70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47E3693C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7A490806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Vastavalt lisale 3 “Hinnakokkulepe” </w:t>
            </w:r>
          </w:p>
        </w:tc>
      </w:tr>
    </w:tbl>
    <w:p w14:paraId="62131F62" w14:textId="77777777" w:rsidR="005253F3" w:rsidRPr="00D018C3" w:rsidRDefault="005253F3">
      <w:pPr>
        <w:ind w:right="-144"/>
        <w:rPr>
          <w:b/>
          <w:sz w:val="20"/>
        </w:rPr>
      </w:pPr>
    </w:p>
    <w:p w14:paraId="12A7E159" w14:textId="698D128F" w:rsidR="005253F3" w:rsidRPr="00D018C3" w:rsidRDefault="005253F3">
      <w:pPr>
        <w:ind w:right="-144"/>
        <w:rPr>
          <w:sz w:val="20"/>
        </w:rPr>
      </w:pPr>
      <w:r w:rsidRPr="00D018C3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4D7CD8A4" w14:textId="77777777" w:rsidR="005253F3" w:rsidRPr="00D018C3" w:rsidRDefault="005253F3">
      <w:pPr>
        <w:jc w:val="both"/>
        <w:rPr>
          <w:b/>
          <w:sz w:val="20"/>
        </w:rPr>
      </w:pPr>
    </w:p>
    <w:p w14:paraId="498FE617" w14:textId="77777777" w:rsidR="005253F3" w:rsidRPr="00D018C3" w:rsidRDefault="00D4333E" w:rsidP="00A9731F">
      <w:pPr>
        <w:pStyle w:val="Pealkiri11"/>
        <w:rPr>
          <w:b/>
          <w:bCs/>
          <w:sz w:val="20"/>
        </w:rPr>
      </w:pPr>
      <w:r w:rsidRPr="00D018C3">
        <w:rPr>
          <w:b/>
          <w:sz w:val="20"/>
        </w:rPr>
        <w:t>Metsamaterjali</w:t>
      </w:r>
      <w:r w:rsidR="003B4A4A" w:rsidRPr="00D018C3">
        <w:rPr>
          <w:b/>
          <w:sz w:val="20"/>
        </w:rPr>
        <w:t xml:space="preserve"> üleandmine, </w:t>
      </w:r>
      <w:r w:rsidR="005253F3" w:rsidRPr="00D018C3">
        <w:rPr>
          <w:b/>
          <w:sz w:val="20"/>
        </w:rPr>
        <w:t>mõõtmi</w:t>
      </w:r>
      <w:r w:rsidR="003B4A4A" w:rsidRPr="00D018C3">
        <w:rPr>
          <w:b/>
          <w:sz w:val="20"/>
        </w:rPr>
        <w:t>ne</w:t>
      </w:r>
      <w:r w:rsidR="005253F3" w:rsidRPr="00D018C3">
        <w:rPr>
          <w:b/>
          <w:sz w:val="20"/>
        </w:rPr>
        <w:t xml:space="preserve"> ja </w:t>
      </w:r>
      <w:r w:rsidR="003B4A4A" w:rsidRPr="00D018C3">
        <w:rPr>
          <w:b/>
          <w:sz w:val="20"/>
        </w:rPr>
        <w:t xml:space="preserve">kvaliteedi </w:t>
      </w:r>
      <w:r w:rsidR="005253F3" w:rsidRPr="00D018C3">
        <w:rPr>
          <w:b/>
          <w:sz w:val="20"/>
        </w:rPr>
        <w:t>hindamine</w:t>
      </w:r>
      <w:r w:rsidR="003B4A4A" w:rsidRPr="00D018C3">
        <w:rPr>
          <w:b/>
          <w:sz w:val="20"/>
        </w:rPr>
        <w:t>.</w:t>
      </w:r>
    </w:p>
    <w:p w14:paraId="307AEA61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Metsamaterjali koguse üleandmise t</w:t>
      </w:r>
      <w:r w:rsidR="001A043B" w:rsidRPr="00D018C3">
        <w:rPr>
          <w:sz w:val="20"/>
        </w:rPr>
        <w:t>arnetingimus (</w:t>
      </w:r>
      <w:proofErr w:type="spellStart"/>
      <w:r w:rsidR="001A043B" w:rsidRPr="00D018C3">
        <w:rPr>
          <w:sz w:val="20"/>
        </w:rPr>
        <w:t>Incoterms</w:t>
      </w:r>
      <w:proofErr w:type="spellEnd"/>
      <w:r w:rsidR="001A043B" w:rsidRPr="00D018C3">
        <w:rPr>
          <w:sz w:val="20"/>
        </w:rPr>
        <w:t xml:space="preserve"> 20</w:t>
      </w:r>
      <w:r w:rsidR="00066A12" w:rsidRPr="00D018C3">
        <w:rPr>
          <w:sz w:val="20"/>
        </w:rPr>
        <w:t>20</w:t>
      </w:r>
      <w:r w:rsidR="001A043B" w:rsidRPr="00D018C3">
        <w:rPr>
          <w:sz w:val="20"/>
        </w:rPr>
        <w:t>) ja</w:t>
      </w:r>
      <w:r w:rsidR="005253F3" w:rsidRPr="00D018C3">
        <w:rPr>
          <w:sz w:val="20"/>
        </w:rPr>
        <w:t xml:space="preserve"> valduse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>le üleandmise koh</w:t>
      </w:r>
      <w:r w:rsidRPr="00D018C3">
        <w:rPr>
          <w:sz w:val="20"/>
        </w:rPr>
        <w:t>t ja aeg on kokku lepitud l</w:t>
      </w:r>
      <w:r w:rsidR="001A043B" w:rsidRPr="00D018C3">
        <w:rPr>
          <w:sz w:val="20"/>
        </w:rPr>
        <w:t xml:space="preserve">epingu lisaga 1 </w:t>
      </w:r>
      <w:r w:rsidR="004127F5" w:rsidRPr="00D018C3">
        <w:rPr>
          <w:sz w:val="20"/>
        </w:rPr>
        <w:t>„</w:t>
      </w:r>
      <w:r w:rsidR="001A043B" w:rsidRPr="00D018C3">
        <w:rPr>
          <w:sz w:val="20"/>
        </w:rPr>
        <w:t>Tarnegraafik</w:t>
      </w:r>
      <w:r w:rsidR="004127F5" w:rsidRPr="00D018C3">
        <w:rPr>
          <w:sz w:val="20"/>
        </w:rPr>
        <w:t>“</w:t>
      </w:r>
      <w:r w:rsidR="001A043B" w:rsidRPr="00D018C3">
        <w:rPr>
          <w:sz w:val="20"/>
        </w:rPr>
        <w:t xml:space="preserve">. </w:t>
      </w: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</w:t>
      </w:r>
      <w:r w:rsidR="007638FC" w:rsidRPr="00D018C3">
        <w:rPr>
          <w:sz w:val="20"/>
        </w:rPr>
        <w:t xml:space="preserve">volitatud vedaja </w:t>
      </w:r>
      <w:r w:rsidR="00DC3B6C" w:rsidRPr="00D018C3">
        <w:rPr>
          <w:sz w:val="20"/>
        </w:rPr>
        <w:t>vormistab</w:t>
      </w:r>
      <w:r w:rsidR="003B4A4A" w:rsidRPr="00D018C3">
        <w:rPr>
          <w:sz w:val="20"/>
        </w:rPr>
        <w:t xml:space="preserve">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>i vedamise</w:t>
      </w:r>
      <w:r w:rsidR="00DC3B6C" w:rsidRPr="00D018C3">
        <w:rPr>
          <w:sz w:val="20"/>
        </w:rPr>
        <w:t>ks</w:t>
      </w:r>
      <w:r w:rsidR="005253F3" w:rsidRPr="00D018C3">
        <w:rPr>
          <w:sz w:val="20"/>
        </w:rPr>
        <w:t xml:space="preserve"> elektroonilise </w:t>
      </w:r>
      <w:r w:rsidR="00DC3B6C" w:rsidRPr="00D018C3">
        <w:rPr>
          <w:sz w:val="20"/>
        </w:rPr>
        <w:t>veo</w:t>
      </w:r>
      <w:r w:rsidR="005253F3" w:rsidRPr="00D018C3">
        <w:rPr>
          <w:sz w:val="20"/>
        </w:rPr>
        <w:t>dokumendi</w:t>
      </w:r>
      <w:r w:rsidR="009E1FB1" w:rsidRPr="00D018C3">
        <w:rPr>
          <w:sz w:val="20"/>
        </w:rPr>
        <w:t xml:space="preserve">, </w:t>
      </w:r>
      <w:r w:rsidR="003412C1" w:rsidRPr="00D018C3">
        <w:rPr>
          <w:sz w:val="20"/>
        </w:rPr>
        <w:t xml:space="preserve">edaspidi </w:t>
      </w:r>
      <w:r w:rsidR="003412C1" w:rsidRPr="00D018C3">
        <w:rPr>
          <w:b/>
          <w:sz w:val="20"/>
        </w:rPr>
        <w:t>e-v</w:t>
      </w:r>
      <w:r w:rsidR="00E20E38" w:rsidRPr="00D018C3">
        <w:rPr>
          <w:b/>
          <w:sz w:val="20"/>
        </w:rPr>
        <w:t>eoseleht</w:t>
      </w:r>
      <w:r w:rsidR="00DC4975" w:rsidRPr="00D018C3">
        <w:rPr>
          <w:sz w:val="20"/>
        </w:rPr>
        <w:t>.</w:t>
      </w:r>
    </w:p>
    <w:p w14:paraId="767E65E6" w14:textId="19D5D035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on kohustatud teatama </w:t>
      </w:r>
      <w:r w:rsidRPr="00D018C3">
        <w:rPr>
          <w:sz w:val="20"/>
        </w:rPr>
        <w:t>müüja</w:t>
      </w:r>
      <w:r w:rsidR="003412C1" w:rsidRPr="00D018C3">
        <w:rPr>
          <w:sz w:val="20"/>
        </w:rPr>
        <w:t>le e-v</w:t>
      </w:r>
      <w:r w:rsidR="005253F3" w:rsidRPr="00D018C3">
        <w:rPr>
          <w:sz w:val="20"/>
        </w:rPr>
        <w:t>eoselehe sa</w:t>
      </w:r>
      <w:r w:rsidR="00FC726B" w:rsidRPr="00D018C3">
        <w:rPr>
          <w:sz w:val="20"/>
        </w:rPr>
        <w:t xml:space="preserve">atmiseks elektronposti aadressi </w:t>
      </w:r>
      <w:r w:rsidR="005253F3" w:rsidRPr="00D018C3">
        <w:rPr>
          <w:sz w:val="20"/>
        </w:rPr>
        <w:t xml:space="preserve">kuni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liitu</w:t>
      </w:r>
      <w:r w:rsidR="00FC726B" w:rsidRPr="00D018C3">
        <w:rPr>
          <w:sz w:val="20"/>
        </w:rPr>
        <w:t>miseni</w:t>
      </w:r>
      <w:r w:rsidR="003412C1" w:rsidRPr="00D018C3">
        <w:rPr>
          <w:sz w:val="20"/>
        </w:rPr>
        <w:t xml:space="preserve"> e</w:t>
      </w:r>
      <w:r w:rsidR="00951D5D" w:rsidRPr="00D018C3">
        <w:rPr>
          <w:sz w:val="20"/>
        </w:rPr>
        <w:t xml:space="preserve">lektroonilise </w:t>
      </w:r>
      <w:r w:rsidR="003412C1" w:rsidRPr="00D018C3">
        <w:rPr>
          <w:sz w:val="20"/>
        </w:rPr>
        <w:t>v</w:t>
      </w:r>
      <w:r w:rsidR="005253F3" w:rsidRPr="00D018C3">
        <w:rPr>
          <w:sz w:val="20"/>
        </w:rPr>
        <w:t xml:space="preserve">eoselehe </w:t>
      </w:r>
      <w:r w:rsidR="00951D5D" w:rsidRPr="00D018C3">
        <w:rPr>
          <w:sz w:val="20"/>
        </w:rPr>
        <w:t>registriga</w:t>
      </w:r>
      <w:r w:rsidR="00452838" w:rsidRPr="00D018C3">
        <w:rPr>
          <w:sz w:val="20"/>
        </w:rPr>
        <w:t xml:space="preserve"> (EVR)</w:t>
      </w:r>
      <w:r w:rsidR="005253F3" w:rsidRPr="00D018C3">
        <w:rPr>
          <w:sz w:val="20"/>
        </w:rPr>
        <w:t>. Liit</w:t>
      </w:r>
      <w:r w:rsidR="003412C1" w:rsidRPr="00D018C3">
        <w:rPr>
          <w:sz w:val="20"/>
        </w:rPr>
        <w:t>umisel E</w:t>
      </w:r>
      <w:r w:rsidR="00452838" w:rsidRPr="00D018C3">
        <w:rPr>
          <w:sz w:val="20"/>
        </w:rPr>
        <w:t>VR</w:t>
      </w:r>
      <w:r w:rsidR="003412C1" w:rsidRPr="00D018C3">
        <w:rPr>
          <w:sz w:val="20"/>
        </w:rPr>
        <w:t>-</w:t>
      </w:r>
      <w:proofErr w:type="spellStart"/>
      <w:r w:rsidR="003412C1" w:rsidRPr="00D018C3">
        <w:rPr>
          <w:sz w:val="20"/>
        </w:rPr>
        <w:t>ga</w:t>
      </w:r>
      <w:proofErr w:type="spellEnd"/>
      <w:r w:rsidR="003412C1" w:rsidRPr="00D018C3">
        <w:rPr>
          <w:sz w:val="20"/>
        </w:rPr>
        <w:t xml:space="preserve"> kaasneb iga e-v</w:t>
      </w:r>
      <w:r w:rsidR="005253F3" w:rsidRPr="00D018C3">
        <w:rPr>
          <w:sz w:val="20"/>
        </w:rPr>
        <w:t>eoselehe eest tasu teen</w:t>
      </w:r>
      <w:r w:rsidR="004127F5" w:rsidRPr="00D018C3">
        <w:rPr>
          <w:sz w:val="20"/>
        </w:rPr>
        <w:t>use pakkuja hinnakirja alusel (t</w:t>
      </w:r>
      <w:r w:rsidR="005253F3" w:rsidRPr="00D018C3">
        <w:rPr>
          <w:sz w:val="20"/>
        </w:rPr>
        <w:t xml:space="preserve">üüptingimuste p 13.3). </w:t>
      </w:r>
      <w:r w:rsidR="000947B0" w:rsidRPr="00D018C3">
        <w:rPr>
          <w:sz w:val="20"/>
        </w:rPr>
        <w:t xml:space="preserve">Kuni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 liitumiseni </w:t>
      </w:r>
      <w:r w:rsidR="00611367" w:rsidRPr="00D018C3">
        <w:rPr>
          <w:sz w:val="20"/>
        </w:rPr>
        <w:t>EVR-</w:t>
      </w:r>
      <w:proofErr w:type="spellStart"/>
      <w:r w:rsidR="00611367" w:rsidRPr="00D018C3">
        <w:rPr>
          <w:sz w:val="20"/>
        </w:rPr>
        <w:t>ga</w:t>
      </w:r>
      <w:proofErr w:type="spellEnd"/>
      <w:r w:rsidR="00611367" w:rsidRPr="00D018C3">
        <w:rPr>
          <w:sz w:val="20"/>
        </w:rPr>
        <w:t xml:space="preserve"> </w:t>
      </w:r>
      <w:r w:rsidR="000947B0" w:rsidRPr="00D018C3">
        <w:rPr>
          <w:sz w:val="20"/>
        </w:rPr>
        <w:t xml:space="preserve">vormistab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 xml:space="preserve"> </w:t>
      </w:r>
      <w:r w:rsidRPr="00D018C3">
        <w:rPr>
          <w:sz w:val="20"/>
        </w:rPr>
        <w:t>metsamaterjal</w:t>
      </w:r>
      <w:r w:rsidR="000947B0" w:rsidRPr="00D018C3">
        <w:rPr>
          <w:sz w:val="20"/>
        </w:rPr>
        <w:t xml:space="preserve">i </w:t>
      </w:r>
      <w:r w:rsidR="003412C1" w:rsidRPr="00D018C3">
        <w:rPr>
          <w:sz w:val="20"/>
        </w:rPr>
        <w:t>e-veoselehe</w:t>
      </w:r>
      <w:r w:rsidR="000947B0" w:rsidRPr="00D018C3">
        <w:rPr>
          <w:sz w:val="20"/>
        </w:rPr>
        <w:t xml:space="preserve">, näidates selles ära vedamiseks antud </w:t>
      </w:r>
      <w:r w:rsidRPr="00D018C3">
        <w:rPr>
          <w:sz w:val="20"/>
        </w:rPr>
        <w:t>metsamaterjal</w:t>
      </w:r>
      <w:r w:rsidR="000947B0" w:rsidRPr="00D018C3">
        <w:rPr>
          <w:sz w:val="20"/>
        </w:rPr>
        <w:t>i</w:t>
      </w:r>
      <w:r w:rsidR="003412C1" w:rsidRPr="00D018C3">
        <w:rPr>
          <w:sz w:val="20"/>
        </w:rPr>
        <w:t xml:space="preserve"> koguse k</w:t>
      </w:r>
      <w:r w:rsidR="000947B0" w:rsidRPr="00D018C3">
        <w:rPr>
          <w:sz w:val="20"/>
        </w:rPr>
        <w:t xml:space="preserve">uupmeetrites ja edastab selle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le e-postiga aadressile </w:t>
      </w:r>
      <w:r w:rsidR="000947B0" w:rsidRPr="00D018C3">
        <w:rPr>
          <w:bCs/>
          <w:sz w:val="20"/>
        </w:rPr>
        <w:t xml:space="preserve"> ja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 tasub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>le</w:t>
      </w:r>
      <w:r w:rsidR="003412C1" w:rsidRPr="00D018C3">
        <w:rPr>
          <w:sz w:val="20"/>
        </w:rPr>
        <w:t xml:space="preserve"> e-v</w:t>
      </w:r>
      <w:r w:rsidR="000947B0" w:rsidRPr="00D018C3">
        <w:rPr>
          <w:sz w:val="20"/>
        </w:rPr>
        <w:t xml:space="preserve">eoselehe teenustasu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 xml:space="preserve"> arve alusel.</w:t>
      </w:r>
    </w:p>
    <w:p w14:paraId="6A182083" w14:textId="77777777" w:rsidR="005253F3" w:rsidRPr="00D018C3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mõõtmine ja kvaliteedi hindamine teostatakse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laos</w:t>
      </w:r>
      <w:bookmarkEnd w:id="1"/>
      <w:bookmarkEnd w:id="2"/>
      <w:r w:rsidR="005253F3" w:rsidRPr="00D018C3">
        <w:rPr>
          <w:sz w:val="20"/>
        </w:rPr>
        <w:t xml:space="preserve">. </w:t>
      </w:r>
    </w:p>
    <w:p w14:paraId="3AA43A73" w14:textId="77777777" w:rsidR="0007448A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on kohustatud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üle mõõtma</w:t>
      </w:r>
      <w:r w:rsidR="00FE7FF5" w:rsidRPr="00D018C3">
        <w:rPr>
          <w:sz w:val="20"/>
        </w:rPr>
        <w:t xml:space="preserve"> ja</w:t>
      </w:r>
      <w:r w:rsidR="00FC726B" w:rsidRPr="00D018C3">
        <w:rPr>
          <w:sz w:val="20"/>
        </w:rPr>
        <w:t xml:space="preserve"> hindama selle kvaliteedi</w:t>
      </w:r>
      <w:r w:rsidR="00253665" w:rsidRPr="00D018C3">
        <w:rPr>
          <w:sz w:val="20"/>
        </w:rPr>
        <w:t xml:space="preserve"> </w:t>
      </w:r>
      <w:r w:rsidR="00AC7315" w:rsidRPr="00D018C3">
        <w:rPr>
          <w:sz w:val="20"/>
        </w:rPr>
        <w:t>virnmaterjali</w:t>
      </w:r>
      <w:r w:rsidR="0074196E" w:rsidRPr="00D018C3">
        <w:rPr>
          <w:sz w:val="20"/>
        </w:rPr>
        <w:t>de korral</w:t>
      </w:r>
      <w:r w:rsidR="00220E91" w:rsidRPr="00D018C3">
        <w:rPr>
          <w:sz w:val="20"/>
        </w:rPr>
        <w:t xml:space="preserve"> </w:t>
      </w:r>
      <w:r w:rsidR="00AC7315" w:rsidRPr="00D018C3">
        <w:rPr>
          <w:sz w:val="20"/>
        </w:rPr>
        <w:t xml:space="preserve">metsamaterjali </w:t>
      </w:r>
      <w:r w:rsidR="0033625E" w:rsidRPr="00D018C3">
        <w:rPr>
          <w:sz w:val="20"/>
        </w:rPr>
        <w:t xml:space="preserve">koorma saabumise päeval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lattu</w:t>
      </w:r>
      <w:r w:rsidR="00AC7315" w:rsidRPr="00D018C3">
        <w:rPr>
          <w:sz w:val="20"/>
        </w:rPr>
        <w:t>, nott-haaval mõõdet</w:t>
      </w:r>
      <w:r w:rsidR="003A4BEF" w:rsidRPr="00D018C3">
        <w:rPr>
          <w:sz w:val="20"/>
        </w:rPr>
        <w:t>ava</w:t>
      </w:r>
      <w:r w:rsidR="00AC7315" w:rsidRPr="00D018C3">
        <w:rPr>
          <w:sz w:val="20"/>
        </w:rPr>
        <w:t xml:space="preserve"> metsamaterjali</w:t>
      </w:r>
      <w:r w:rsidR="003A4BEF" w:rsidRPr="00D018C3">
        <w:rPr>
          <w:sz w:val="20"/>
        </w:rPr>
        <w:t xml:space="preserve"> korral</w:t>
      </w:r>
      <w:r w:rsidR="00AC7315" w:rsidRPr="00D018C3">
        <w:rPr>
          <w:sz w:val="20"/>
        </w:rPr>
        <w:t xml:space="preserve"> 3 (kolme) päeva jooksul metsamaterjali saabumisest ostja lattu</w:t>
      </w:r>
      <w:r w:rsidR="005253F3" w:rsidRPr="00D018C3">
        <w:rPr>
          <w:sz w:val="20"/>
        </w:rPr>
        <w:t xml:space="preserve">. </w:t>
      </w:r>
      <w:r w:rsidRPr="00D018C3">
        <w:rPr>
          <w:sz w:val="20"/>
        </w:rPr>
        <w:t>Metsamaterjal</w:t>
      </w:r>
      <w:r w:rsidR="00FC726B" w:rsidRPr="00D018C3">
        <w:rPr>
          <w:sz w:val="20"/>
        </w:rPr>
        <w:t>i m</w:t>
      </w:r>
      <w:r w:rsidR="005253F3" w:rsidRPr="00D018C3">
        <w:rPr>
          <w:sz w:val="20"/>
        </w:rPr>
        <w:t xml:space="preserve">õõtmise </w:t>
      </w:r>
      <w:r w:rsidR="00FC726B" w:rsidRPr="00D018C3">
        <w:rPr>
          <w:sz w:val="20"/>
        </w:rPr>
        <w:t xml:space="preserve">ja selle kvaliteedi hindamise </w:t>
      </w:r>
      <w:r w:rsidR="005253F3" w:rsidRPr="00D018C3">
        <w:rPr>
          <w:sz w:val="20"/>
        </w:rPr>
        <w:t xml:space="preserve">juures võib viibida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 xml:space="preserve"> esindaja. </w:t>
      </w:r>
      <w:r w:rsidRPr="00D018C3">
        <w:rPr>
          <w:sz w:val="20"/>
        </w:rPr>
        <w:t>Metsamaterjal</w:t>
      </w:r>
      <w:r w:rsidR="00173E49" w:rsidRPr="00D018C3">
        <w:rPr>
          <w:sz w:val="20"/>
        </w:rPr>
        <w:t xml:space="preserve">i koguse mõõtmine </w:t>
      </w:r>
      <w:r w:rsidR="005C0954" w:rsidRPr="00D018C3">
        <w:rPr>
          <w:sz w:val="20"/>
        </w:rPr>
        <w:t xml:space="preserve">teostatakse vastavalt </w:t>
      </w:r>
      <w:r w:rsidR="0007448A" w:rsidRPr="00D018C3">
        <w:rPr>
          <w:sz w:val="20"/>
        </w:rPr>
        <w:t xml:space="preserve">enampakkumise objektile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07448A" w:rsidRPr="00D018C3">
        <w:rPr>
          <w:sz w:val="20"/>
        </w:rPr>
        <w:t xml:space="preserve"> poolt </w:t>
      </w:r>
      <w:r w:rsidR="002A5316" w:rsidRPr="00D018C3">
        <w:rPr>
          <w:sz w:val="20"/>
        </w:rPr>
        <w:t>määratud</w:t>
      </w:r>
      <w:r w:rsidR="000E3545" w:rsidRPr="00D018C3">
        <w:rPr>
          <w:sz w:val="20"/>
        </w:rPr>
        <w:t xml:space="preserve"> </w:t>
      </w:r>
      <w:r w:rsidR="005C0954" w:rsidRPr="00D018C3">
        <w:rPr>
          <w:sz w:val="20"/>
        </w:rPr>
        <w:t>mõõtmis</w:t>
      </w:r>
      <w:r w:rsidR="0007448A" w:rsidRPr="00D018C3">
        <w:rPr>
          <w:sz w:val="20"/>
        </w:rPr>
        <w:t xml:space="preserve">meetodi alusel. </w:t>
      </w:r>
      <w:r w:rsidR="005C0954" w:rsidRPr="00D018C3">
        <w:rPr>
          <w:sz w:val="20"/>
        </w:rPr>
        <w:t>Kvaliteedi hindamine teostatakse</w:t>
      </w:r>
      <w:r w:rsidR="003412C1" w:rsidRPr="00D018C3">
        <w:rPr>
          <w:sz w:val="20"/>
        </w:rPr>
        <w:t xml:space="preserve"> le</w:t>
      </w:r>
      <w:r w:rsidR="00682111" w:rsidRPr="00D018C3">
        <w:rPr>
          <w:sz w:val="20"/>
        </w:rPr>
        <w:t>pingu l</w:t>
      </w:r>
      <w:r w:rsidR="005C0954" w:rsidRPr="00D018C3">
        <w:rPr>
          <w:sz w:val="20"/>
        </w:rPr>
        <w:t>isa</w:t>
      </w:r>
      <w:r w:rsidR="00682111" w:rsidRPr="00D018C3">
        <w:rPr>
          <w:sz w:val="20"/>
        </w:rPr>
        <w:t xml:space="preserve"> 2</w:t>
      </w:r>
      <w:r w:rsidR="007F3057" w:rsidRPr="00D018C3">
        <w:rPr>
          <w:sz w:val="20"/>
        </w:rPr>
        <w:t xml:space="preserve"> </w:t>
      </w:r>
      <w:r w:rsidR="004127F5" w:rsidRPr="00D018C3">
        <w:rPr>
          <w:sz w:val="20"/>
        </w:rPr>
        <w:t>„</w:t>
      </w:r>
      <w:r w:rsidR="00682111" w:rsidRPr="00D018C3">
        <w:rPr>
          <w:sz w:val="20"/>
        </w:rPr>
        <w:t>Kvaliteedinõuded</w:t>
      </w:r>
      <w:r w:rsidR="004127F5" w:rsidRPr="00D018C3">
        <w:rPr>
          <w:sz w:val="20"/>
        </w:rPr>
        <w:t>“</w:t>
      </w:r>
      <w:r w:rsidR="005C0954" w:rsidRPr="00D018C3">
        <w:rPr>
          <w:sz w:val="20"/>
        </w:rPr>
        <w:t xml:space="preserve"> toodud </w:t>
      </w:r>
      <w:r w:rsidR="00682111" w:rsidRPr="00D018C3">
        <w:rPr>
          <w:sz w:val="20"/>
        </w:rPr>
        <w:t>juhiste alusel.</w:t>
      </w:r>
    </w:p>
    <w:p w14:paraId="49632717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vastuvõtmisel koostab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</w:t>
      </w:r>
      <w:r w:rsidR="003412C1" w:rsidRPr="00D018C3">
        <w:rPr>
          <w:sz w:val="20"/>
        </w:rPr>
        <w:t>me</w:t>
      </w:r>
      <w:r w:rsidRPr="00D018C3">
        <w:rPr>
          <w:sz w:val="20"/>
        </w:rPr>
        <w:t>tsamaterjal</w:t>
      </w:r>
      <w:r w:rsidR="00FC726B" w:rsidRPr="00D018C3">
        <w:rPr>
          <w:sz w:val="20"/>
        </w:rPr>
        <w:t>i mõõtmis</w:t>
      </w:r>
      <w:r w:rsidR="005B20F3" w:rsidRPr="00D018C3">
        <w:rPr>
          <w:sz w:val="20"/>
        </w:rPr>
        <w:t>e aruande</w:t>
      </w:r>
      <w:r w:rsidR="00DB4306" w:rsidRPr="00D018C3">
        <w:rPr>
          <w:sz w:val="20"/>
        </w:rPr>
        <w:t xml:space="preserve">, </w:t>
      </w:r>
      <w:r w:rsidR="005B20F3" w:rsidRPr="00D018C3">
        <w:rPr>
          <w:sz w:val="20"/>
        </w:rPr>
        <w:t xml:space="preserve">edaspidi nimetatud </w:t>
      </w:r>
      <w:r w:rsidR="003412C1" w:rsidRPr="00D018C3">
        <w:rPr>
          <w:b/>
          <w:sz w:val="20"/>
        </w:rPr>
        <w:t>m</w:t>
      </w:r>
      <w:r w:rsidR="005B20F3" w:rsidRPr="00D018C3">
        <w:rPr>
          <w:b/>
          <w:sz w:val="20"/>
        </w:rPr>
        <w:t>õõtmis</w:t>
      </w:r>
      <w:r w:rsidR="00FC726B" w:rsidRPr="00D018C3">
        <w:rPr>
          <w:b/>
          <w:sz w:val="20"/>
        </w:rPr>
        <w:t>raport</w:t>
      </w:r>
      <w:r w:rsidR="00173E49" w:rsidRPr="00D018C3">
        <w:rPr>
          <w:sz w:val="20"/>
        </w:rPr>
        <w:t xml:space="preserve">. </w:t>
      </w:r>
      <w:r w:rsidR="005253F3" w:rsidRPr="00D018C3">
        <w:rPr>
          <w:sz w:val="20"/>
        </w:rPr>
        <w:t xml:space="preserve">Mõõtmisraportisse peab olema kantud kogu tarnitud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mõõtmist ja kvaliteedi </w:t>
      </w:r>
      <w:r w:rsidR="0007448A" w:rsidRPr="00D018C3">
        <w:rPr>
          <w:sz w:val="20"/>
        </w:rPr>
        <w:lastRenderedPageBreak/>
        <w:t>hinda</w:t>
      </w:r>
      <w:r w:rsidR="005253F3" w:rsidRPr="00D018C3">
        <w:rPr>
          <w:sz w:val="20"/>
        </w:rPr>
        <w:t>mist puudutav informatsioon. Praaknottidek</w:t>
      </w:r>
      <w:r w:rsidR="003412C1" w:rsidRPr="00D018C3">
        <w:rPr>
          <w:sz w:val="20"/>
        </w:rPr>
        <w:t>s loetakse notid, mis ei vasta l</w:t>
      </w:r>
      <w:r w:rsidR="005253F3" w:rsidRPr="00D018C3">
        <w:rPr>
          <w:sz w:val="20"/>
        </w:rPr>
        <w:t xml:space="preserve">epingu lisas 2 toodud vastava sortimendi kvaliteedinõuetele. Praagi mahuks arvestatakse ainult praaknottide maht.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koguse maht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üleandmise-vastuvõtmise aktis tuleb määrata täpsusega kolmanda kohani peale koma. </w:t>
      </w:r>
    </w:p>
    <w:p w14:paraId="7BDF8AF9" w14:textId="021A181C" w:rsidR="00E47AA9" w:rsidRPr="00D018C3" w:rsidRDefault="00236140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D018C3">
        <w:rPr>
          <w:sz w:val="20"/>
        </w:rPr>
        <w:t xml:space="preserve">Metsamaterjali </w:t>
      </w:r>
      <w:r w:rsidR="00954C36" w:rsidRPr="00D018C3">
        <w:rPr>
          <w:bCs/>
          <w:sz w:val="20"/>
        </w:rPr>
        <w:t>mõõtmisraport</w:t>
      </w:r>
      <w:r w:rsidRPr="00D018C3">
        <w:rPr>
          <w:bCs/>
          <w:sz w:val="20"/>
        </w:rPr>
        <w:t>i</w:t>
      </w:r>
      <w:r w:rsidR="00954C36" w:rsidRPr="00D018C3">
        <w:rPr>
          <w:sz w:val="20"/>
        </w:rPr>
        <w:t xml:space="preserve"> teeb </w:t>
      </w:r>
      <w:r w:rsidR="005740DB" w:rsidRPr="00D018C3">
        <w:rPr>
          <w:sz w:val="20"/>
        </w:rPr>
        <w:t>ostja</w:t>
      </w:r>
      <w:r w:rsidR="00954C36" w:rsidRPr="00D018C3">
        <w:rPr>
          <w:sz w:val="20"/>
        </w:rPr>
        <w:t xml:space="preserve"> müüjale kättesaadavaks 1 (ühe) tööpäeva jooksul koorma mõõtmisest</w:t>
      </w:r>
      <w:r w:rsidR="00F60B60" w:rsidRPr="00D018C3">
        <w:rPr>
          <w:sz w:val="20"/>
        </w:rPr>
        <w:t>.</w:t>
      </w:r>
      <w:r w:rsidR="00954C36" w:rsidRPr="00D018C3">
        <w:rPr>
          <w:sz w:val="20"/>
        </w:rPr>
        <w:t xml:space="preserve"> </w:t>
      </w:r>
    </w:p>
    <w:p w14:paraId="49E368B2" w14:textId="77777777" w:rsidR="002A5316" w:rsidRPr="00D018C3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D018C3">
        <w:rPr>
          <w:sz w:val="20"/>
        </w:rPr>
        <w:t>Virnmaterjali m</w:t>
      </w:r>
      <w:r w:rsidR="0069125A" w:rsidRPr="00D018C3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D018C3">
        <w:rPr>
          <w:sz w:val="20"/>
        </w:rPr>
        <w:t xml:space="preserve">või </w:t>
      </w:r>
      <w:r w:rsidR="0069125A" w:rsidRPr="00D018C3">
        <w:rPr>
          <w:sz w:val="20"/>
        </w:rPr>
        <w:t>või poolte kokkuleppel muu lahenduse kaudu või lepingu p 10.1. näidatud e-posti aadressile</w:t>
      </w:r>
      <w:r w:rsidR="002A5316" w:rsidRPr="00D018C3">
        <w:rPr>
          <w:sz w:val="20"/>
        </w:rPr>
        <w:t>.</w:t>
      </w:r>
    </w:p>
    <w:p w14:paraId="3434406B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</w:t>
      </w:r>
      <w:r w:rsidR="003412C1" w:rsidRPr="00D018C3">
        <w:rPr>
          <w:sz w:val="20"/>
        </w:rPr>
        <w:t xml:space="preserve"> kvaliteet peab vastama l</w:t>
      </w:r>
      <w:r w:rsidR="005253F3" w:rsidRPr="00D018C3">
        <w:rPr>
          <w:sz w:val="20"/>
        </w:rPr>
        <w:t xml:space="preserve">epingu lisas 2 toodud kvaliteedinõuetele. Kui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 xml:space="preserve"> poolt </w:t>
      </w:r>
      <w:r w:rsidR="003412C1" w:rsidRPr="00D018C3">
        <w:rPr>
          <w:sz w:val="20"/>
        </w:rPr>
        <w:t>os</w:t>
      </w:r>
      <w:r w:rsidRPr="00D018C3">
        <w:rPr>
          <w:sz w:val="20"/>
        </w:rPr>
        <w:t>tja</w:t>
      </w:r>
      <w:r w:rsidR="005253F3" w:rsidRPr="00D018C3">
        <w:rPr>
          <w:sz w:val="20"/>
        </w:rPr>
        <w:t xml:space="preserve">le üleantava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ko</w:t>
      </w:r>
      <w:r w:rsidR="00D521FD" w:rsidRPr="00D018C3">
        <w:rPr>
          <w:sz w:val="20"/>
        </w:rPr>
        <w:t>ormas</w:t>
      </w:r>
      <w:r w:rsidR="005253F3" w:rsidRPr="00D018C3">
        <w:rPr>
          <w:sz w:val="20"/>
        </w:rPr>
        <w:t xml:space="preserve"> on kvaliteedinõuetele mittevastavat </w:t>
      </w:r>
      <w:r w:rsidR="003412C1" w:rsidRPr="00D018C3">
        <w:rPr>
          <w:sz w:val="20"/>
        </w:rPr>
        <w:t>me</w:t>
      </w:r>
      <w:r w:rsidRPr="00D018C3">
        <w:rPr>
          <w:sz w:val="20"/>
        </w:rPr>
        <w:t>tsamaterjal</w:t>
      </w:r>
      <w:r w:rsidR="005253F3" w:rsidRPr="00D018C3">
        <w:rPr>
          <w:sz w:val="20"/>
        </w:rPr>
        <w:t>i rohkem kui 10</w:t>
      </w:r>
      <w:r w:rsidR="004127F5" w:rsidRPr="00D018C3">
        <w:rPr>
          <w:sz w:val="20"/>
        </w:rPr>
        <w:t xml:space="preserve"> </w:t>
      </w:r>
      <w:r w:rsidR="001105B9" w:rsidRPr="00D018C3">
        <w:rPr>
          <w:sz w:val="20"/>
        </w:rPr>
        <w:t>(kümme) %</w:t>
      </w:r>
      <w:r w:rsidR="00CA70D1" w:rsidRPr="00D018C3">
        <w:rPr>
          <w:sz w:val="20"/>
        </w:rPr>
        <w:t>,</w:t>
      </w:r>
      <w:r w:rsidR="005253F3" w:rsidRPr="00D018C3">
        <w:rPr>
          <w:sz w:val="20"/>
        </w:rPr>
        <w:t xml:space="preserve"> on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l õigus keelduda kogu selle koguse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vastuvõtmisest.</w:t>
      </w:r>
    </w:p>
    <w:p w14:paraId="539814D9" w14:textId="77777777" w:rsidR="00D521FD" w:rsidRPr="00D018C3" w:rsidRDefault="005253F3" w:rsidP="00A9731F">
      <w:pPr>
        <w:pStyle w:val="Pealkiri21"/>
        <w:rPr>
          <w:sz w:val="20"/>
        </w:rPr>
      </w:pPr>
      <w:r w:rsidRPr="00D018C3">
        <w:rPr>
          <w:sz w:val="20"/>
        </w:rPr>
        <w:t xml:space="preserve">Kui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 sorteerib oma kulul 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välja või kui see on koormas eraldi mõõdetav, tasub </w:t>
      </w:r>
      <w:r w:rsidR="003412C1" w:rsidRPr="00D018C3">
        <w:rPr>
          <w:sz w:val="20"/>
        </w:rPr>
        <w:t>os</w:t>
      </w:r>
      <w:r w:rsidR="00D4333E" w:rsidRPr="00D018C3">
        <w:rPr>
          <w:sz w:val="20"/>
        </w:rPr>
        <w:t>tja</w:t>
      </w:r>
      <w:r w:rsidRPr="00D018C3">
        <w:rPr>
          <w:sz w:val="20"/>
        </w:rPr>
        <w:t xml:space="preserve"> 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3412C1" w:rsidRPr="00D018C3">
        <w:rPr>
          <w:sz w:val="20"/>
        </w:rPr>
        <w:t>i eest hinna, mis on toodud l</w:t>
      </w:r>
      <w:r w:rsidRPr="00D018C3">
        <w:rPr>
          <w:sz w:val="20"/>
        </w:rPr>
        <w:t xml:space="preserve">epingu lisas 3 </w:t>
      </w:r>
      <w:r w:rsidR="004127F5" w:rsidRPr="00D018C3">
        <w:rPr>
          <w:sz w:val="20"/>
        </w:rPr>
        <w:t>„</w:t>
      </w:r>
      <w:r w:rsidRPr="00D018C3">
        <w:rPr>
          <w:sz w:val="20"/>
        </w:rPr>
        <w:t>Hinnakokkulepe</w:t>
      </w:r>
      <w:r w:rsidR="004127F5" w:rsidRPr="00D018C3">
        <w:rPr>
          <w:sz w:val="20"/>
        </w:rPr>
        <w:t>“</w:t>
      </w:r>
      <w:r w:rsidRPr="00D018C3">
        <w:rPr>
          <w:sz w:val="20"/>
        </w:rPr>
        <w:t xml:space="preserve">. </w:t>
      </w:r>
      <w:r w:rsidR="00CD396D" w:rsidRPr="00D018C3">
        <w:rPr>
          <w:sz w:val="20"/>
        </w:rPr>
        <w:t xml:space="preserve">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CD396D" w:rsidRPr="00D018C3">
        <w:rPr>
          <w:sz w:val="20"/>
        </w:rPr>
        <w:t>i</w:t>
      </w:r>
      <w:r w:rsidR="003412C1" w:rsidRPr="00D018C3">
        <w:rPr>
          <w:sz w:val="20"/>
        </w:rPr>
        <w:t xml:space="preserve"> kogust ei arvestata t</w:t>
      </w:r>
      <w:r w:rsidR="00CD396D" w:rsidRPr="00D018C3">
        <w:rPr>
          <w:sz w:val="20"/>
        </w:rPr>
        <w:t xml:space="preserve">arnegraafikuga kokku lepitud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CD396D" w:rsidRPr="00D018C3">
        <w:rPr>
          <w:sz w:val="20"/>
        </w:rPr>
        <w:t>i koguse hulka.</w:t>
      </w:r>
    </w:p>
    <w:p w14:paraId="0C64A9B8" w14:textId="77777777" w:rsidR="005253F3" w:rsidRPr="00D018C3" w:rsidRDefault="00AC7315" w:rsidP="00A9731F">
      <w:pPr>
        <w:pStyle w:val="Pealkiri21"/>
        <w:rPr>
          <w:sz w:val="20"/>
        </w:rPr>
      </w:pPr>
      <w:r w:rsidRPr="00D018C3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0CCFA601" w14:textId="77777777" w:rsidR="005253F3" w:rsidRPr="00D018C3" w:rsidRDefault="005253F3" w:rsidP="00A9731F">
      <w:pPr>
        <w:pStyle w:val="Pealkiri21"/>
        <w:rPr>
          <w:sz w:val="20"/>
        </w:rPr>
      </w:pPr>
      <w:r w:rsidRPr="00D018C3">
        <w:rPr>
          <w:sz w:val="20"/>
        </w:rPr>
        <w:t xml:space="preserve">Poolel on õigus esitada </w:t>
      </w:r>
      <w:r w:rsidR="00AC7315" w:rsidRPr="00D018C3">
        <w:rPr>
          <w:sz w:val="20"/>
        </w:rPr>
        <w:t>teisele p</w:t>
      </w:r>
      <w:r w:rsidR="00151D79" w:rsidRPr="00D018C3">
        <w:rPr>
          <w:sz w:val="20"/>
        </w:rPr>
        <w:t xml:space="preserve">oolele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 koguse ja kvaliteedi mittevastavusest</w:t>
      </w:r>
      <w:r w:rsidR="00151D79" w:rsidRPr="00D018C3">
        <w:rPr>
          <w:sz w:val="20"/>
        </w:rPr>
        <w:t xml:space="preserve"> või mõõtmistulemustega mittenõustumisest </w:t>
      </w:r>
      <w:r w:rsidRPr="00D018C3">
        <w:rPr>
          <w:sz w:val="20"/>
        </w:rPr>
        <w:t xml:space="preserve">tulenevad nõuded </w:t>
      </w:r>
      <w:r w:rsidR="00151D79" w:rsidRPr="00D018C3">
        <w:rPr>
          <w:sz w:val="20"/>
        </w:rPr>
        <w:t>järgmiselt: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le enne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 koorma vastuvõtmist</w:t>
      </w:r>
      <w:r w:rsidR="00151D79" w:rsidRPr="00D018C3">
        <w:rPr>
          <w:sz w:val="20"/>
        </w:rPr>
        <w:t>,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le mõistliku aja jooksul peale mõõtmistulemuste kättesaamist. </w:t>
      </w:r>
    </w:p>
    <w:p w14:paraId="152023A5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 mõõtm</w:t>
      </w:r>
      <w:r w:rsidR="00AC7315" w:rsidRPr="00D018C3">
        <w:rPr>
          <w:sz w:val="20"/>
        </w:rPr>
        <w:t>istulemuste kontrollimiseks on p</w:t>
      </w:r>
      <w:r w:rsidR="005253F3" w:rsidRPr="00D018C3">
        <w:rPr>
          <w:sz w:val="20"/>
        </w:rPr>
        <w:t>ooltel õigus teostada kontrollmõõtmisi, teatades s</w:t>
      </w:r>
      <w:r w:rsidR="00AC7315" w:rsidRPr="00D018C3">
        <w:rPr>
          <w:sz w:val="20"/>
        </w:rPr>
        <w:t>ellistest toimingutest teisele p</w:t>
      </w:r>
      <w:r w:rsidR="005253F3" w:rsidRPr="00D018C3">
        <w:rPr>
          <w:sz w:val="20"/>
        </w:rPr>
        <w:t xml:space="preserve">oolele koheselt pärast tarnitud </w:t>
      </w:r>
      <w:r w:rsidR="00AC7315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koguse mõõtmisandmete selgumist.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koorma mittevastavusest lähtuvad nõuded lahendatakse </w:t>
      </w:r>
      <w:r w:rsidR="00AC7315" w:rsidRPr="00D018C3">
        <w:rPr>
          <w:sz w:val="20"/>
        </w:rPr>
        <w:t>p</w:t>
      </w:r>
      <w:r w:rsidR="005253F3" w:rsidRPr="00D018C3">
        <w:rPr>
          <w:sz w:val="20"/>
        </w:rPr>
        <w:t xml:space="preserve">oolte volitatud esindajate osavõtul või erapooletu mõõtja mõõtmistulemuste alusel. </w:t>
      </w: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volitatud esindajateks on töötõendi alusel RMK puidukontrollmõõtjad. </w:t>
      </w:r>
    </w:p>
    <w:p w14:paraId="0D043C06" w14:textId="77777777" w:rsidR="00A9731F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D018C3">
        <w:rPr>
          <w:sz w:val="20"/>
        </w:rPr>
        <w:t xml:space="preserve"> </w:t>
      </w:r>
      <w:r w:rsidR="001105B9" w:rsidRPr="00D018C3">
        <w:rPr>
          <w:sz w:val="20"/>
        </w:rPr>
        <w:t>(neli) %</w:t>
      </w:r>
      <w:r w:rsidR="005253F3" w:rsidRPr="00D018C3">
        <w:rPr>
          <w:sz w:val="20"/>
        </w:rPr>
        <w:t xml:space="preserve">. Muudel juhtudel kannab erapooletu mõõtmise kulud </w:t>
      </w:r>
      <w:r w:rsidR="00AC7315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>. Pooled aktsepteerivad erapooletu mõõtjana VMF Estonia OÜ või samaväärse sõltumatu mõõtja töötajaid.</w:t>
      </w:r>
    </w:p>
    <w:p w14:paraId="63B123B8" w14:textId="77777777" w:rsidR="004A003E" w:rsidRPr="000A4A87" w:rsidRDefault="004A003E" w:rsidP="004A003E">
      <w:pPr>
        <w:pStyle w:val="Pealkiri21"/>
        <w:shd w:val="clear" w:color="auto" w:fill="FFFFFF" w:themeFill="background1"/>
        <w:rPr>
          <w:bCs/>
          <w:sz w:val="20"/>
        </w:rPr>
      </w:pPr>
      <w:r w:rsidRPr="000A4A87">
        <w:rPr>
          <w:sz w:val="20"/>
        </w:rPr>
        <w:t xml:space="preserve">Pooled lepivad lepingu täitmisega seotud kontaktandmed kokku peale lepingu sõlmimist 5 päeva jooksul edastades need poole esindaja e-posti aadressile. </w:t>
      </w:r>
      <w:r w:rsidRPr="000A4A87">
        <w:rPr>
          <w:bCs/>
          <w:sz w:val="20"/>
        </w:rPr>
        <w:t>Poolte kontaktandmete muutumisel on  vastav pool kohustatud teavitama teist poolt viivitamatult.</w:t>
      </w:r>
    </w:p>
    <w:p w14:paraId="3B801641" w14:textId="77777777" w:rsidR="00D606C9" w:rsidRPr="00D018C3" w:rsidRDefault="00D606C9">
      <w:pPr>
        <w:rPr>
          <w:b/>
          <w:sz w:val="20"/>
        </w:rPr>
      </w:pPr>
    </w:p>
    <w:p w14:paraId="3BE2A111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Arvelduste kord, Maksetähtaeg ja Krediidilimiit</w:t>
      </w:r>
    </w:p>
    <w:p w14:paraId="0049E0C5" w14:textId="77777777" w:rsidR="005253F3" w:rsidRPr="00D018C3" w:rsidRDefault="00D4333E" w:rsidP="00293770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 müügilepingug</w:t>
      </w:r>
      <w:r w:rsidR="0094376B" w:rsidRPr="00D018C3">
        <w:rPr>
          <w:sz w:val="20"/>
        </w:rPr>
        <w:t>a seonduvad arveldused tehakse t</w:t>
      </w:r>
      <w:r w:rsidR="005253F3" w:rsidRPr="00D018C3">
        <w:rPr>
          <w:sz w:val="20"/>
        </w:rPr>
        <w:t>üüptingimuste punktis 5 sätestatud tingimustel.</w:t>
      </w:r>
    </w:p>
    <w:p w14:paraId="58838746" w14:textId="4994A0A5" w:rsidR="00D514A5" w:rsidRPr="00D018C3" w:rsidRDefault="00D514A5">
      <w:pPr>
        <w:rPr>
          <w:i/>
          <w:sz w:val="20"/>
        </w:rPr>
      </w:pPr>
    </w:p>
    <w:tbl>
      <w:tblPr>
        <w:tblW w:w="9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5"/>
        <w:gridCol w:w="2206"/>
      </w:tblGrid>
      <w:tr w:rsidR="00D514A5" w:rsidRPr="00D018C3" w14:paraId="0679D621" w14:textId="77777777" w:rsidTr="00344666">
        <w:trPr>
          <w:trHeight w:val="754"/>
        </w:trPr>
        <w:tc>
          <w:tcPr>
            <w:tcW w:w="7545" w:type="dxa"/>
          </w:tcPr>
          <w:p w14:paraId="48E96112" w14:textId="77777777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3.</w:t>
            </w:r>
            <w:r w:rsidR="00491F04" w:rsidRPr="00D018C3">
              <w:rPr>
                <w:sz w:val="20"/>
              </w:rPr>
              <w:t>2</w:t>
            </w:r>
            <w:r w:rsidRPr="00D018C3">
              <w:rPr>
                <w:sz w:val="20"/>
              </w:rPr>
              <w:t xml:space="preserve">. Maksetähtaeg </w:t>
            </w:r>
          </w:p>
          <w:p w14:paraId="3C3DC4CF" w14:textId="77777777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(Tüüptingimuste art. 5)</w:t>
            </w:r>
          </w:p>
        </w:tc>
        <w:tc>
          <w:tcPr>
            <w:tcW w:w="2206" w:type="dxa"/>
          </w:tcPr>
          <w:p w14:paraId="28B407CD" w14:textId="77777777" w:rsidR="00D514A5" w:rsidRPr="00D018C3" w:rsidRDefault="00D514A5" w:rsidP="007D7794">
            <w:pPr>
              <w:rPr>
                <w:iCs/>
                <w:sz w:val="20"/>
              </w:rPr>
            </w:pPr>
            <w:r w:rsidRPr="00D018C3">
              <w:rPr>
                <w:iCs/>
                <w:sz w:val="20"/>
              </w:rPr>
              <w:t>3.</w:t>
            </w:r>
            <w:r w:rsidR="00491F04" w:rsidRPr="00D018C3">
              <w:rPr>
                <w:iCs/>
                <w:sz w:val="20"/>
              </w:rPr>
              <w:t>3</w:t>
            </w:r>
            <w:r w:rsidRPr="00D018C3">
              <w:rPr>
                <w:iCs/>
                <w:sz w:val="20"/>
              </w:rPr>
              <w:t xml:space="preserve">. Krediidilimiit </w:t>
            </w:r>
          </w:p>
          <w:p w14:paraId="1D9C0BB5" w14:textId="77777777" w:rsidR="00D514A5" w:rsidRPr="00D018C3" w:rsidRDefault="00D514A5" w:rsidP="007D7794">
            <w:pPr>
              <w:rPr>
                <w:i/>
                <w:sz w:val="20"/>
              </w:rPr>
            </w:pPr>
          </w:p>
        </w:tc>
      </w:tr>
      <w:tr w:rsidR="00D514A5" w:rsidRPr="00D018C3" w14:paraId="666680C2" w14:textId="77777777" w:rsidTr="00344666">
        <w:trPr>
          <w:trHeight w:val="1508"/>
        </w:trPr>
        <w:tc>
          <w:tcPr>
            <w:tcW w:w="7545" w:type="dxa"/>
          </w:tcPr>
          <w:p w14:paraId="0B186C62" w14:textId="3983C95E" w:rsidR="00D514A5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Tähtajaline ettemaks kokkulepitud</w:t>
            </w:r>
            <w:r w:rsidR="008B5D77">
              <w:rPr>
                <w:sz w:val="20"/>
              </w:rPr>
              <w:t xml:space="preserve"> kuupäevaks kokkulepitud summas.</w:t>
            </w:r>
          </w:p>
          <w:p w14:paraId="0FD0DCDD" w14:textId="5FF61F3C" w:rsidR="003203BC" w:rsidRPr="00D018C3" w:rsidRDefault="003203BC" w:rsidP="007D7794">
            <w:pPr>
              <w:rPr>
                <w:sz w:val="20"/>
              </w:rPr>
            </w:pPr>
            <w:r>
              <w:rPr>
                <w:sz w:val="20"/>
              </w:rPr>
              <w:t>Ettemaksugraafik lisa 3</w:t>
            </w:r>
          </w:p>
          <w:p w14:paraId="58EDB94C" w14:textId="7DF1A55E" w:rsidR="00D514A5" w:rsidRPr="00D018C3" w:rsidRDefault="00D514A5" w:rsidP="00147446">
            <w:pPr>
              <w:rPr>
                <w:sz w:val="20"/>
              </w:rPr>
            </w:pPr>
          </w:p>
        </w:tc>
        <w:tc>
          <w:tcPr>
            <w:tcW w:w="2206" w:type="dxa"/>
          </w:tcPr>
          <w:p w14:paraId="32EA6D0E" w14:textId="77777777" w:rsidR="00D514A5" w:rsidRPr="00D018C3" w:rsidRDefault="0094376B" w:rsidP="0094376B">
            <w:pPr>
              <w:rPr>
                <w:sz w:val="20"/>
              </w:rPr>
            </w:pPr>
            <w:r w:rsidRPr="00D018C3">
              <w:rPr>
                <w:sz w:val="20"/>
              </w:rPr>
              <w:t>Krediidilimiit on</w:t>
            </w:r>
            <w:r w:rsidR="00D514A5" w:rsidRPr="00D018C3">
              <w:rPr>
                <w:sz w:val="20"/>
              </w:rPr>
              <w:t xml:space="preserve"> </w:t>
            </w:r>
            <w:r w:rsidRPr="00D018C3">
              <w:rPr>
                <w:sz w:val="20"/>
              </w:rPr>
              <w:t>makstud ettemaksu ulatuses</w:t>
            </w:r>
            <w:r w:rsidR="00344666" w:rsidRPr="00D018C3">
              <w:rPr>
                <w:sz w:val="20"/>
              </w:rPr>
              <w:t>.</w:t>
            </w:r>
          </w:p>
        </w:tc>
      </w:tr>
    </w:tbl>
    <w:p w14:paraId="0566880B" w14:textId="05AF7BD9" w:rsidR="00151D79" w:rsidRPr="008D56F8" w:rsidRDefault="00D4333E" w:rsidP="008D56F8">
      <w:pPr>
        <w:pStyle w:val="Pealkiri21"/>
        <w:numPr>
          <w:ilvl w:val="1"/>
          <w:numId w:val="32"/>
        </w:numPr>
        <w:rPr>
          <w:sz w:val="20"/>
        </w:rPr>
      </w:pPr>
      <w:r w:rsidRPr="008D56F8">
        <w:rPr>
          <w:sz w:val="20"/>
        </w:rPr>
        <w:t>Müüja</w:t>
      </w:r>
      <w:r w:rsidR="005253F3" w:rsidRPr="008D56F8">
        <w:rPr>
          <w:sz w:val="20"/>
        </w:rPr>
        <w:t xml:space="preserve"> esitab </w:t>
      </w:r>
      <w:r w:rsidR="00151D79" w:rsidRPr="008D56F8">
        <w:rPr>
          <w:sz w:val="20"/>
        </w:rPr>
        <w:t xml:space="preserve">ettemaksu laekumisel </w:t>
      </w:r>
      <w:r w:rsidR="005253F3" w:rsidRPr="008D56F8">
        <w:rPr>
          <w:sz w:val="20"/>
        </w:rPr>
        <w:t xml:space="preserve">arved </w:t>
      </w:r>
      <w:r w:rsidR="0094376B" w:rsidRPr="008D56F8">
        <w:rPr>
          <w:sz w:val="20"/>
        </w:rPr>
        <w:t>m</w:t>
      </w:r>
      <w:r w:rsidRPr="008D56F8">
        <w:rPr>
          <w:sz w:val="20"/>
        </w:rPr>
        <w:t>etsamaterjal</w:t>
      </w:r>
      <w:r w:rsidR="005253F3" w:rsidRPr="008D56F8">
        <w:rPr>
          <w:sz w:val="20"/>
        </w:rPr>
        <w:t xml:space="preserve">i eest elektrooniliselt e-posti aadressile: </w:t>
      </w:r>
      <w:hyperlink r:id="rId14" w:history="1">
        <w:r w:rsidR="008D56F8" w:rsidRPr="008D56F8">
          <w:rPr>
            <w:rStyle w:val="Hperlink"/>
            <w:sz w:val="20"/>
          </w:rPr>
          <w:t>peep@narvo.ee</w:t>
        </w:r>
      </w:hyperlink>
      <w:r w:rsidR="008D56F8">
        <w:t xml:space="preserve"> </w:t>
      </w:r>
    </w:p>
    <w:p w14:paraId="497DC13F" w14:textId="1D5926D1" w:rsidR="005253F3" w:rsidRPr="00D018C3" w:rsidRDefault="00A24D92" w:rsidP="00A9731F">
      <w:pPr>
        <w:pStyle w:val="Pealkiri21"/>
        <w:rPr>
          <w:bCs/>
          <w:sz w:val="20"/>
        </w:rPr>
      </w:pPr>
      <w:r w:rsidRPr="00D018C3">
        <w:rPr>
          <w:sz w:val="20"/>
        </w:rPr>
        <w:t xml:space="preserve">Juhul, kui </w:t>
      </w:r>
      <w:r w:rsidR="0094376B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 ei ole tasunud kokkulepitud summas tähtaegsel</w:t>
      </w:r>
      <w:r w:rsidR="0094376B" w:rsidRPr="00D018C3">
        <w:rPr>
          <w:sz w:val="20"/>
        </w:rPr>
        <w:t>t ettemaksu le</w:t>
      </w:r>
      <w:r w:rsidRPr="00D018C3">
        <w:rPr>
          <w:sz w:val="20"/>
        </w:rPr>
        <w:t xml:space="preserve">pingu alusel tarnitava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eest, on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l õigus </w:t>
      </w:r>
      <w:r w:rsidR="0094376B" w:rsidRPr="00D018C3">
        <w:rPr>
          <w:sz w:val="20"/>
        </w:rPr>
        <w:t>ühepoolselt keelduda t</w:t>
      </w:r>
      <w:r w:rsidR="00DB5790" w:rsidRPr="00D018C3">
        <w:rPr>
          <w:sz w:val="20"/>
        </w:rPr>
        <w:t xml:space="preserve">arnegraafiku täitmisest, nõuda </w:t>
      </w:r>
      <w:r w:rsidR="0094376B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="00DB5790" w:rsidRPr="00D018C3">
        <w:rPr>
          <w:sz w:val="20"/>
        </w:rPr>
        <w:t>lt leppet</w:t>
      </w:r>
      <w:r w:rsidR="00FD66C3" w:rsidRPr="00D018C3">
        <w:rPr>
          <w:sz w:val="20"/>
        </w:rPr>
        <w:t>rahvi 10</w:t>
      </w:r>
      <w:r w:rsidR="001105B9" w:rsidRPr="00D018C3">
        <w:rPr>
          <w:sz w:val="20"/>
        </w:rPr>
        <w:t xml:space="preserve"> (kümme) </w:t>
      </w:r>
      <w:r w:rsidR="00FD66C3" w:rsidRPr="00D018C3">
        <w:rPr>
          <w:sz w:val="20"/>
        </w:rPr>
        <w:t>% ettemaksu summast ja l</w:t>
      </w:r>
      <w:r w:rsidR="00DB5790" w:rsidRPr="00D018C3">
        <w:rPr>
          <w:sz w:val="20"/>
        </w:rPr>
        <w:t>epingust taganeda.</w:t>
      </w:r>
    </w:p>
    <w:p w14:paraId="786B7104" w14:textId="77777777" w:rsidR="000E01A8" w:rsidRPr="00D018C3" w:rsidRDefault="000E01A8">
      <w:pPr>
        <w:rPr>
          <w:b/>
          <w:sz w:val="20"/>
        </w:rPr>
      </w:pPr>
    </w:p>
    <w:p w14:paraId="4CDB8C35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lastRenderedPageBreak/>
        <w:t>Lepingu kehtivus</w:t>
      </w:r>
    </w:p>
    <w:p w14:paraId="1D9E9A82" w14:textId="77777777" w:rsidR="00810B65" w:rsidRPr="00D018C3" w:rsidRDefault="00810B65" w:rsidP="00810B65">
      <w:pPr>
        <w:pStyle w:val="Pealkiri21"/>
        <w:rPr>
          <w:sz w:val="20"/>
        </w:rPr>
      </w:pPr>
      <w:r w:rsidRPr="00D018C3">
        <w:rPr>
          <w:sz w:val="20"/>
        </w:rPr>
        <w:t>Leping jõustub selle allakirjutamisel ja kehtib kuni lepinguliste kohustuste täitmiseni mõlema poole poolt.</w:t>
      </w:r>
    </w:p>
    <w:p w14:paraId="689A2B1D" w14:textId="04E2C9C8" w:rsidR="00810B65" w:rsidRPr="00D018C3" w:rsidRDefault="00117DAF" w:rsidP="00810B65">
      <w:pPr>
        <w:pStyle w:val="Pealkiri21"/>
        <w:rPr>
          <w:sz w:val="20"/>
        </w:rPr>
      </w:pPr>
      <w:r w:rsidRPr="00D018C3">
        <w:rPr>
          <w:sz w:val="20"/>
        </w:rPr>
        <w:t xml:space="preserve">Lepingu kehtivuse periood on </w:t>
      </w:r>
      <w:r w:rsidR="004A003E">
        <w:rPr>
          <w:sz w:val="20"/>
        </w:rPr>
        <w:t xml:space="preserve">kuni </w:t>
      </w:r>
      <w:r w:rsidR="008B5D77">
        <w:rPr>
          <w:sz w:val="20"/>
        </w:rPr>
        <w:t>31.12.202</w:t>
      </w:r>
      <w:r w:rsidR="004A003E">
        <w:rPr>
          <w:sz w:val="20"/>
        </w:rPr>
        <w:t>5</w:t>
      </w:r>
    </w:p>
    <w:p w14:paraId="7D74F915" w14:textId="77777777" w:rsidR="005253F3" w:rsidRPr="00D018C3" w:rsidRDefault="005253F3">
      <w:pPr>
        <w:rPr>
          <w:b/>
          <w:sz w:val="20"/>
        </w:rPr>
      </w:pPr>
    </w:p>
    <w:p w14:paraId="0B849D02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 xml:space="preserve">Tüüptingimused </w:t>
      </w:r>
      <w:r w:rsidR="0094376B" w:rsidRPr="00D018C3">
        <w:rPr>
          <w:b/>
          <w:sz w:val="20"/>
        </w:rPr>
        <w:t>m</w:t>
      </w:r>
      <w:r w:rsidR="00D4333E" w:rsidRPr="00D018C3">
        <w:rPr>
          <w:b/>
          <w:sz w:val="20"/>
        </w:rPr>
        <w:t>etsamaterjal</w:t>
      </w:r>
      <w:r w:rsidRPr="00D018C3">
        <w:rPr>
          <w:b/>
          <w:sz w:val="20"/>
        </w:rPr>
        <w:t>i</w:t>
      </w:r>
      <w:r w:rsidR="0094376B" w:rsidRPr="00D018C3">
        <w:rPr>
          <w:b/>
          <w:sz w:val="20"/>
        </w:rPr>
        <w:t xml:space="preserve"> müügilepingu osana ja p</w:t>
      </w:r>
      <w:r w:rsidRPr="00D018C3">
        <w:rPr>
          <w:b/>
          <w:sz w:val="20"/>
        </w:rPr>
        <w:t>oolte täielik kokkulepe</w:t>
      </w:r>
    </w:p>
    <w:p w14:paraId="79880B4C" w14:textId="77777777" w:rsidR="005253F3" w:rsidRPr="00D018C3" w:rsidRDefault="005253F3" w:rsidP="00D6350A">
      <w:pPr>
        <w:pStyle w:val="Pealkiri21"/>
        <w:rPr>
          <w:sz w:val="20"/>
        </w:rPr>
      </w:pPr>
      <w:r w:rsidRPr="00D018C3">
        <w:rPr>
          <w:sz w:val="20"/>
        </w:rPr>
        <w:t xml:space="preserve">Käesolevas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müügilepingus reguleerimata küsimuste osas rakendatakse Riigimetsa Majandamise Keskuse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</w:t>
      </w:r>
      <w:r w:rsidR="0094376B" w:rsidRPr="00D018C3">
        <w:rPr>
          <w:sz w:val="20"/>
        </w:rPr>
        <w:t xml:space="preserve"> müügilepingu t</w:t>
      </w:r>
      <w:r w:rsidRPr="00D018C3">
        <w:rPr>
          <w:sz w:val="20"/>
        </w:rPr>
        <w:t>üüptingimusi, mi</w:t>
      </w:r>
      <w:r w:rsidR="0094376B" w:rsidRPr="00D018C3">
        <w:rPr>
          <w:sz w:val="20"/>
        </w:rPr>
        <w:t xml:space="preserve">lle kehtiv redaktsioon on </w:t>
      </w:r>
      <w:r w:rsidRPr="00D018C3">
        <w:rPr>
          <w:sz w:val="20"/>
        </w:rPr>
        <w:t xml:space="preserve">avaldatud </w:t>
      </w:r>
      <w:hyperlink r:id="rId15" w:history="1">
        <w:r w:rsidRPr="00D018C3">
          <w:rPr>
            <w:rStyle w:val="Hperlink"/>
            <w:bCs/>
            <w:sz w:val="20"/>
          </w:rPr>
          <w:t>www.rmk.ee</w:t>
        </w:r>
      </w:hyperlink>
      <w:r w:rsidRPr="00D018C3">
        <w:rPr>
          <w:sz w:val="20"/>
        </w:rPr>
        <w:t xml:space="preserve">. </w:t>
      </w:r>
      <w:r w:rsidR="00D4333E" w:rsidRPr="00D018C3">
        <w:rPr>
          <w:sz w:val="20"/>
        </w:rPr>
        <w:t>Ostja</w:t>
      </w:r>
      <w:r w:rsidRPr="00D018C3">
        <w:rPr>
          <w:sz w:val="20"/>
        </w:rPr>
        <w:t xml:space="preserve"> kinnitab käesolevaga oma allkirjaga, et on nimetatud </w:t>
      </w:r>
      <w:r w:rsidR="0094376B" w:rsidRPr="00D018C3">
        <w:rPr>
          <w:sz w:val="20"/>
        </w:rPr>
        <w:t>t</w:t>
      </w:r>
      <w:r w:rsidRPr="00D018C3">
        <w:rPr>
          <w:sz w:val="20"/>
        </w:rPr>
        <w:t xml:space="preserve">üüptingimustega tutvunud ning nende sisust teadlik. </w:t>
      </w:r>
      <w:r w:rsidR="00D4333E" w:rsidRPr="00D018C3">
        <w:rPr>
          <w:sz w:val="20"/>
        </w:rPr>
        <w:t>Müüja</w:t>
      </w:r>
      <w:r w:rsidRPr="00D018C3">
        <w:rPr>
          <w:sz w:val="20"/>
        </w:rPr>
        <w:t>l</w:t>
      </w:r>
      <w:r w:rsidR="0094376B" w:rsidRPr="00D018C3">
        <w:rPr>
          <w:sz w:val="20"/>
        </w:rPr>
        <w:t xml:space="preserve"> on õigus t</w:t>
      </w:r>
      <w:r w:rsidRPr="00D018C3">
        <w:rPr>
          <w:sz w:val="20"/>
        </w:rPr>
        <w:t>üüptingimusi</w:t>
      </w:r>
      <w:r w:rsidR="0094376B" w:rsidRPr="00D018C3">
        <w:rPr>
          <w:sz w:val="20"/>
        </w:rPr>
        <w:t xml:space="preserve"> ühepoolselt muuta t</w:t>
      </w:r>
      <w:r w:rsidRPr="00D018C3">
        <w:rPr>
          <w:sz w:val="20"/>
        </w:rPr>
        <w:t xml:space="preserve">üüptingimustega ettenähtud viisil. Käesolev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müügileping koos lisade ja </w:t>
      </w:r>
      <w:r w:rsidR="0094376B" w:rsidRPr="00D018C3">
        <w:rPr>
          <w:sz w:val="20"/>
        </w:rPr>
        <w:t>t</w:t>
      </w:r>
      <w:r w:rsidRPr="00D018C3">
        <w:rPr>
          <w:sz w:val="20"/>
        </w:rPr>
        <w:t xml:space="preserve">üüptingimustega sisaldab endas </w:t>
      </w:r>
      <w:r w:rsidR="0094376B" w:rsidRPr="00D018C3">
        <w:rPr>
          <w:sz w:val="20"/>
        </w:rPr>
        <w:t>p</w:t>
      </w:r>
      <w:r w:rsidRPr="00D018C3">
        <w:rPr>
          <w:sz w:val="20"/>
        </w:rPr>
        <w:t xml:space="preserve">oolte täieliku kokkuleppe ja sisaldab kõiki lepingus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müüki puudutavaid tingimusi, milles </w:t>
      </w:r>
      <w:r w:rsidR="0094376B" w:rsidRPr="00D018C3">
        <w:rPr>
          <w:sz w:val="20"/>
        </w:rPr>
        <w:t>p</w:t>
      </w:r>
      <w:r w:rsidRPr="00D018C3">
        <w:rPr>
          <w:sz w:val="20"/>
        </w:rPr>
        <w:t xml:space="preserve">ooled on soovinud kokku leppida. </w:t>
      </w:r>
    </w:p>
    <w:p w14:paraId="73265DF0" w14:textId="77777777" w:rsidR="00A9731F" w:rsidRPr="00D018C3" w:rsidRDefault="005253F3" w:rsidP="00D6350A">
      <w:pPr>
        <w:pStyle w:val="Pealkiri21"/>
        <w:rPr>
          <w:sz w:val="20"/>
        </w:rPr>
      </w:pPr>
      <w:r w:rsidRPr="00D018C3">
        <w:rPr>
          <w:sz w:val="20"/>
        </w:rPr>
        <w:t xml:space="preserve">Lepingu sõlmimisel on </w:t>
      </w:r>
      <w:r w:rsidR="0094376B" w:rsidRPr="00D018C3">
        <w:rPr>
          <w:sz w:val="20"/>
        </w:rPr>
        <w:t>l</w:t>
      </w:r>
      <w:r w:rsidRPr="00D018C3">
        <w:rPr>
          <w:sz w:val="20"/>
        </w:rPr>
        <w:t>epingul järgmised</w:t>
      </w:r>
      <w:r w:rsidR="00F057C6" w:rsidRPr="00D018C3">
        <w:rPr>
          <w:sz w:val="20"/>
        </w:rPr>
        <w:t xml:space="preserve"> lisad</w:t>
      </w:r>
      <w:r w:rsidRPr="00D018C3">
        <w:rPr>
          <w:sz w:val="20"/>
        </w:rPr>
        <w:t>:</w:t>
      </w:r>
    </w:p>
    <w:p w14:paraId="21EEBFCB" w14:textId="77777777" w:rsidR="005253F3" w:rsidRPr="00D018C3" w:rsidRDefault="005253F3" w:rsidP="00D6350A">
      <w:pPr>
        <w:pStyle w:val="Pealkiri31"/>
        <w:rPr>
          <w:sz w:val="20"/>
        </w:rPr>
      </w:pPr>
      <w:r w:rsidRPr="00D018C3">
        <w:rPr>
          <w:sz w:val="20"/>
        </w:rPr>
        <w:t>Lisa nr 1 “Tarnegraafik”;</w:t>
      </w:r>
    </w:p>
    <w:p w14:paraId="5F408F1C" w14:textId="77777777" w:rsidR="005253F3" w:rsidRPr="00D018C3" w:rsidRDefault="005253F3" w:rsidP="00B2380D">
      <w:pPr>
        <w:pStyle w:val="Pealkiri31"/>
        <w:rPr>
          <w:sz w:val="20"/>
        </w:rPr>
      </w:pPr>
      <w:r w:rsidRPr="00D018C3">
        <w:rPr>
          <w:sz w:val="20"/>
        </w:rPr>
        <w:t>Lisa nr 2 “Kvaliteedinõuded”;</w:t>
      </w:r>
    </w:p>
    <w:p w14:paraId="4ABF0022" w14:textId="77777777" w:rsidR="005253F3" w:rsidRPr="00D018C3" w:rsidRDefault="005253F3" w:rsidP="00D6350A">
      <w:pPr>
        <w:pStyle w:val="Pealkiri31"/>
        <w:rPr>
          <w:sz w:val="20"/>
        </w:rPr>
      </w:pPr>
      <w:r w:rsidRPr="00D018C3">
        <w:rPr>
          <w:sz w:val="20"/>
        </w:rPr>
        <w:t xml:space="preserve">Lisa nr 3 </w:t>
      </w:r>
      <w:r w:rsidR="00F057C6" w:rsidRPr="00D018C3">
        <w:rPr>
          <w:sz w:val="20"/>
        </w:rPr>
        <w:t>“Hinnakokkulepe”.</w:t>
      </w:r>
    </w:p>
    <w:p w14:paraId="1C7505D3" w14:textId="77777777" w:rsidR="00DD66DA" w:rsidRPr="00D018C3" w:rsidRDefault="00DD66DA">
      <w:pPr>
        <w:rPr>
          <w:b/>
          <w:sz w:val="20"/>
        </w:rPr>
      </w:pPr>
    </w:p>
    <w:p w14:paraId="506D3197" w14:textId="77777777" w:rsidR="005253F3" w:rsidRPr="00D018C3" w:rsidRDefault="005253F3">
      <w:pPr>
        <w:rPr>
          <w:b/>
          <w:sz w:val="20"/>
        </w:rPr>
      </w:pPr>
      <w:r w:rsidRPr="00D018C3">
        <w:rPr>
          <w:b/>
          <w:sz w:val="20"/>
        </w:rPr>
        <w:t xml:space="preserve">Poolte allkirjad  </w:t>
      </w:r>
    </w:p>
    <w:p w14:paraId="081441B4" w14:textId="77777777" w:rsidR="00DD66DA" w:rsidRPr="00D018C3" w:rsidRDefault="00DD66DA">
      <w:pPr>
        <w:rPr>
          <w:b/>
          <w:sz w:val="20"/>
        </w:rPr>
      </w:pPr>
    </w:p>
    <w:p w14:paraId="0C2953AF" w14:textId="77777777" w:rsidR="005253F3" w:rsidRPr="00D018C3" w:rsidRDefault="00D4333E" w:rsidP="004623EE">
      <w:pPr>
        <w:tabs>
          <w:tab w:val="left" w:pos="5387"/>
        </w:tabs>
        <w:rPr>
          <w:b/>
          <w:sz w:val="20"/>
        </w:rPr>
      </w:pPr>
      <w:r w:rsidRPr="00D018C3">
        <w:rPr>
          <w:b/>
          <w:sz w:val="20"/>
        </w:rPr>
        <w:t>Müüja</w:t>
      </w:r>
      <w:r w:rsidR="004623EE" w:rsidRPr="00D018C3">
        <w:rPr>
          <w:b/>
          <w:sz w:val="20"/>
        </w:rPr>
        <w:tab/>
      </w:r>
      <w:r w:rsidRPr="00D018C3">
        <w:rPr>
          <w:b/>
          <w:sz w:val="20"/>
        </w:rPr>
        <w:t>Ostja</w:t>
      </w:r>
    </w:p>
    <w:p w14:paraId="287C2A61" w14:textId="77777777" w:rsidR="005253F3" w:rsidRPr="00D018C3" w:rsidRDefault="005253F3">
      <w:pPr>
        <w:rPr>
          <w:b/>
          <w:sz w:val="20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609"/>
        <w:gridCol w:w="3719"/>
      </w:tblGrid>
      <w:tr w:rsidR="00713435" w:rsidRPr="00D018C3" w14:paraId="110C9C46" w14:textId="77777777" w:rsidTr="00713435">
        <w:trPr>
          <w:trHeight w:val="551"/>
        </w:trPr>
        <w:tc>
          <w:tcPr>
            <w:tcW w:w="4175" w:type="dxa"/>
          </w:tcPr>
          <w:p w14:paraId="3E72A1DB" w14:textId="4A3BF1EA" w:rsidR="00713435" w:rsidRPr="00713435" w:rsidRDefault="00713435" w:rsidP="00713435">
            <w:pPr>
              <w:rPr>
                <w:spacing w:val="0"/>
                <w:sz w:val="20"/>
              </w:rPr>
            </w:pPr>
            <w:r w:rsidRPr="00713435">
              <w:rPr>
                <w:sz w:val="20"/>
              </w:rPr>
              <w:t>(allkirjastatud digitaalselt)</w:t>
            </w:r>
          </w:p>
        </w:tc>
        <w:tc>
          <w:tcPr>
            <w:tcW w:w="1609" w:type="dxa"/>
          </w:tcPr>
          <w:p w14:paraId="4EB8277F" w14:textId="78BC75BF" w:rsidR="00713435" w:rsidRPr="00713435" w:rsidRDefault="00713435" w:rsidP="00713435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3719" w:type="dxa"/>
          </w:tcPr>
          <w:p w14:paraId="09D02448" w14:textId="5E7D4676" w:rsidR="00713435" w:rsidRPr="00713435" w:rsidRDefault="00713435" w:rsidP="00713435">
            <w:pPr>
              <w:rPr>
                <w:spacing w:val="0"/>
                <w:sz w:val="20"/>
              </w:rPr>
            </w:pPr>
            <w:r w:rsidRPr="00713435">
              <w:rPr>
                <w:sz w:val="20"/>
              </w:rPr>
              <w:t>(allkirjastatud digitaalselt)</w:t>
            </w:r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4623EE" w:rsidRPr="00D018C3" w14:paraId="720D208E" w14:textId="77777777" w:rsidTr="00E02002">
        <w:trPr>
          <w:trHeight w:val="562"/>
        </w:trPr>
        <w:tc>
          <w:tcPr>
            <w:tcW w:w="5245" w:type="dxa"/>
            <w:vAlign w:val="bottom"/>
          </w:tcPr>
          <w:p w14:paraId="2BD3F329" w14:textId="77777777" w:rsidR="004623EE" w:rsidRPr="00D018C3" w:rsidRDefault="004623EE" w:rsidP="00A11833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506" w:type="dxa"/>
            <w:vAlign w:val="bottom"/>
          </w:tcPr>
          <w:p w14:paraId="7D243B8A" w14:textId="77777777" w:rsidR="004623EE" w:rsidRPr="00D018C3" w:rsidRDefault="004623E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4623EE" w:rsidRPr="00D018C3" w14:paraId="6F9D2AB9" w14:textId="77777777" w:rsidTr="00E02002">
        <w:trPr>
          <w:trHeight w:val="340"/>
        </w:trPr>
        <w:tc>
          <w:tcPr>
            <w:tcW w:w="5245" w:type="dxa"/>
            <w:vAlign w:val="bottom"/>
          </w:tcPr>
          <w:p w14:paraId="7CA6D880" w14:textId="03ADFD79" w:rsidR="004623EE" w:rsidRPr="00D018C3" w:rsidRDefault="00713435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27CC9C84" w14:textId="63C37F5E" w:rsidR="004623EE" w:rsidRPr="00D018C3" w:rsidRDefault="0090706C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90706C">
              <w:rPr>
                <w:sz w:val="20"/>
              </w:rPr>
              <w:t>Peep Pihlak</w:t>
            </w:r>
          </w:p>
        </w:tc>
      </w:tr>
    </w:tbl>
    <w:p w14:paraId="7B7CF2F0" w14:textId="26354B79" w:rsidR="00E02002" w:rsidRPr="00D018C3" w:rsidRDefault="00E02002">
      <w:pPr>
        <w:rPr>
          <w:sz w:val="20"/>
        </w:rPr>
      </w:pPr>
    </w:p>
    <w:sectPr w:rsidR="00E02002" w:rsidRPr="00D018C3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9D787" w14:textId="77777777" w:rsidR="008D5244" w:rsidRDefault="008D5244">
      <w:r>
        <w:separator/>
      </w:r>
    </w:p>
  </w:endnote>
  <w:endnote w:type="continuationSeparator" w:id="0">
    <w:p w14:paraId="27B64FEA" w14:textId="77777777" w:rsidR="008D5244" w:rsidRDefault="008D5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6DFB0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83885" w14:textId="77777777" w:rsidR="008D5244" w:rsidRDefault="008D5244">
      <w:r>
        <w:separator/>
      </w:r>
    </w:p>
  </w:footnote>
  <w:footnote w:type="continuationSeparator" w:id="0">
    <w:p w14:paraId="70853C8C" w14:textId="77777777" w:rsidR="008D5244" w:rsidRDefault="008D5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77457621"/>
      <w:docPartObj>
        <w:docPartGallery w:val="Page Numbers (Top of Page)"/>
        <w:docPartUnique/>
      </w:docPartObj>
    </w:sdtPr>
    <w:sdtEndPr/>
    <w:sdtContent>
      <w:p w14:paraId="4D419C9A" w14:textId="572B9F8A" w:rsidR="00174319" w:rsidRDefault="00174319">
        <w:pPr>
          <w:pStyle w:val="Pi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03BC">
          <w:rPr>
            <w:noProof/>
          </w:rPr>
          <w:t>3</w:t>
        </w:r>
        <w:r>
          <w:fldChar w:fldCharType="end"/>
        </w:r>
      </w:p>
    </w:sdtContent>
  </w:sdt>
  <w:p w14:paraId="69219FDA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E31D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408621625">
    <w:abstractNumId w:val="0"/>
  </w:num>
  <w:num w:numId="2" w16cid:durableId="446585880">
    <w:abstractNumId w:val="10"/>
  </w:num>
  <w:num w:numId="3" w16cid:durableId="1423800311">
    <w:abstractNumId w:val="9"/>
  </w:num>
  <w:num w:numId="4" w16cid:durableId="85420363">
    <w:abstractNumId w:val="14"/>
  </w:num>
  <w:num w:numId="5" w16cid:durableId="103811928">
    <w:abstractNumId w:val="15"/>
  </w:num>
  <w:num w:numId="6" w16cid:durableId="1514566582">
    <w:abstractNumId w:val="18"/>
  </w:num>
  <w:num w:numId="7" w16cid:durableId="2063140982">
    <w:abstractNumId w:val="20"/>
  </w:num>
  <w:num w:numId="8" w16cid:durableId="1836603064">
    <w:abstractNumId w:val="5"/>
  </w:num>
  <w:num w:numId="9" w16cid:durableId="701708184">
    <w:abstractNumId w:val="7"/>
  </w:num>
  <w:num w:numId="10" w16cid:durableId="1409041016">
    <w:abstractNumId w:val="1"/>
  </w:num>
  <w:num w:numId="11" w16cid:durableId="2057972106">
    <w:abstractNumId w:val="2"/>
  </w:num>
  <w:num w:numId="12" w16cid:durableId="1859125293">
    <w:abstractNumId w:val="12"/>
  </w:num>
  <w:num w:numId="13" w16cid:durableId="608779515">
    <w:abstractNumId w:val="17"/>
  </w:num>
  <w:num w:numId="14" w16cid:durableId="744718132">
    <w:abstractNumId w:val="8"/>
  </w:num>
  <w:num w:numId="15" w16cid:durableId="748044630">
    <w:abstractNumId w:val="4"/>
  </w:num>
  <w:num w:numId="16" w16cid:durableId="139539135">
    <w:abstractNumId w:val="17"/>
  </w:num>
  <w:num w:numId="17" w16cid:durableId="1220170959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07831598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09157031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5107248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0712345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62696633">
    <w:abstractNumId w:val="21"/>
  </w:num>
  <w:num w:numId="23" w16cid:durableId="1784154922">
    <w:abstractNumId w:val="3"/>
  </w:num>
  <w:num w:numId="24" w16cid:durableId="1741827381">
    <w:abstractNumId w:val="19"/>
  </w:num>
  <w:num w:numId="25" w16cid:durableId="2077045086">
    <w:abstractNumId w:val="6"/>
  </w:num>
  <w:num w:numId="26" w16cid:durableId="1935701280">
    <w:abstractNumId w:val="11"/>
  </w:num>
  <w:num w:numId="27" w16cid:durableId="10129973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02607164">
    <w:abstractNumId w:val="13"/>
  </w:num>
  <w:num w:numId="29" w16cid:durableId="41562932">
    <w:abstractNumId w:val="16"/>
  </w:num>
  <w:num w:numId="30" w16cid:durableId="12508203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36761621">
    <w:abstractNumId w:val="13"/>
    <w:lvlOverride w:ilvl="0">
      <w:startOverride w:val="3"/>
    </w:lvlOverride>
    <w:lvlOverride w:ilvl="1">
      <w:startOverride w:val="2"/>
    </w:lvlOverride>
    <w:lvlOverride w:ilvl="2">
      <w:startOverride w:val="1"/>
    </w:lvlOverride>
  </w:num>
  <w:num w:numId="32" w16cid:durableId="1165127523">
    <w:abstractNumId w:val="13"/>
    <w:lvlOverride w:ilvl="0">
      <w:startOverride w:val="3"/>
    </w:lvlOverride>
    <w:lvlOverride w:ilvl="1">
      <w:startOverride w:val="4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244"/>
    <w:rsid w:val="00003CCC"/>
    <w:rsid w:val="00004149"/>
    <w:rsid w:val="000043BD"/>
    <w:rsid w:val="00005090"/>
    <w:rsid w:val="0001148D"/>
    <w:rsid w:val="000114BF"/>
    <w:rsid w:val="00011555"/>
    <w:rsid w:val="00012D8E"/>
    <w:rsid w:val="00025146"/>
    <w:rsid w:val="000314C3"/>
    <w:rsid w:val="00034080"/>
    <w:rsid w:val="000355E3"/>
    <w:rsid w:val="00035B26"/>
    <w:rsid w:val="0004066B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0A84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446"/>
    <w:rsid w:val="00147BDF"/>
    <w:rsid w:val="00151D79"/>
    <w:rsid w:val="00152C0E"/>
    <w:rsid w:val="00153862"/>
    <w:rsid w:val="00153D2F"/>
    <w:rsid w:val="00157357"/>
    <w:rsid w:val="00157D40"/>
    <w:rsid w:val="00165381"/>
    <w:rsid w:val="00173E49"/>
    <w:rsid w:val="0017431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0E91"/>
    <w:rsid w:val="00226AB7"/>
    <w:rsid w:val="00236140"/>
    <w:rsid w:val="00236C7C"/>
    <w:rsid w:val="0024080D"/>
    <w:rsid w:val="00243D01"/>
    <w:rsid w:val="00244AC9"/>
    <w:rsid w:val="002465D4"/>
    <w:rsid w:val="0024695A"/>
    <w:rsid w:val="002522AB"/>
    <w:rsid w:val="00252330"/>
    <w:rsid w:val="00253665"/>
    <w:rsid w:val="00253B30"/>
    <w:rsid w:val="002562CE"/>
    <w:rsid w:val="00256E72"/>
    <w:rsid w:val="00260105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18E"/>
    <w:rsid w:val="002E6FB9"/>
    <w:rsid w:val="002E7928"/>
    <w:rsid w:val="002F1618"/>
    <w:rsid w:val="002F3C88"/>
    <w:rsid w:val="002F6AF8"/>
    <w:rsid w:val="00312D5E"/>
    <w:rsid w:val="003130C6"/>
    <w:rsid w:val="003134D9"/>
    <w:rsid w:val="00314AD1"/>
    <w:rsid w:val="003203BC"/>
    <w:rsid w:val="00320B8E"/>
    <w:rsid w:val="003305F9"/>
    <w:rsid w:val="00330C91"/>
    <w:rsid w:val="003311F0"/>
    <w:rsid w:val="0033625E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4BEF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0464"/>
    <w:rsid w:val="004022ED"/>
    <w:rsid w:val="00402F9C"/>
    <w:rsid w:val="0040510B"/>
    <w:rsid w:val="00405AB4"/>
    <w:rsid w:val="00411859"/>
    <w:rsid w:val="004127F5"/>
    <w:rsid w:val="00413CE1"/>
    <w:rsid w:val="00413EFC"/>
    <w:rsid w:val="00424446"/>
    <w:rsid w:val="004267A0"/>
    <w:rsid w:val="00426AC7"/>
    <w:rsid w:val="004308DE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7E5D"/>
    <w:rsid w:val="00491F04"/>
    <w:rsid w:val="004958AA"/>
    <w:rsid w:val="004A003E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3781F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0DB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C669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1A7E"/>
    <w:rsid w:val="00622151"/>
    <w:rsid w:val="00622746"/>
    <w:rsid w:val="006259D4"/>
    <w:rsid w:val="006277C4"/>
    <w:rsid w:val="00631305"/>
    <w:rsid w:val="00631415"/>
    <w:rsid w:val="0063210F"/>
    <w:rsid w:val="006358F9"/>
    <w:rsid w:val="0063661A"/>
    <w:rsid w:val="006371FC"/>
    <w:rsid w:val="00646F93"/>
    <w:rsid w:val="00650126"/>
    <w:rsid w:val="006515CB"/>
    <w:rsid w:val="00656DBC"/>
    <w:rsid w:val="00662E36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3435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4196E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0BC2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403E7"/>
    <w:rsid w:val="00842539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B5D77"/>
    <w:rsid w:val="008B7D88"/>
    <w:rsid w:val="008C4C4E"/>
    <w:rsid w:val="008C530D"/>
    <w:rsid w:val="008C744A"/>
    <w:rsid w:val="008D0102"/>
    <w:rsid w:val="008D0BC1"/>
    <w:rsid w:val="008D0C7D"/>
    <w:rsid w:val="008D3EDA"/>
    <w:rsid w:val="008D5244"/>
    <w:rsid w:val="008D56F8"/>
    <w:rsid w:val="008E19DE"/>
    <w:rsid w:val="008E420A"/>
    <w:rsid w:val="008E4798"/>
    <w:rsid w:val="008F23D1"/>
    <w:rsid w:val="008F2BB8"/>
    <w:rsid w:val="008F34A0"/>
    <w:rsid w:val="0090706C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54C36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13BF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09AB"/>
    <w:rsid w:val="00BD14E3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158B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18C3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56F1A"/>
    <w:rsid w:val="00D606C9"/>
    <w:rsid w:val="00D626D1"/>
    <w:rsid w:val="00D6350A"/>
    <w:rsid w:val="00D63ACF"/>
    <w:rsid w:val="00D70521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479FD"/>
    <w:rsid w:val="00F52E9A"/>
    <w:rsid w:val="00F55F54"/>
    <w:rsid w:val="00F60B60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0A2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E7FF5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33C975"/>
  <w15:docId w15:val="{0A9B0578-464F-4838-B770-23EBFA4B5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A6DC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uiPriority w:val="99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Kohatitetekst">
    <w:name w:val="Placeholder Text"/>
    <w:basedOn w:val="Liguvaikefont"/>
    <w:uiPriority w:val="99"/>
    <w:semiHidden/>
    <w:rsid w:val="004623EE"/>
    <w:rPr>
      <w:color w:val="808080"/>
    </w:rPr>
  </w:style>
  <w:style w:type="paragraph" w:styleId="Normaallaadveeb">
    <w:name w:val="Normal (Web)"/>
    <w:basedOn w:val="Normaallaad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allaad"/>
    <w:rsid w:val="00A9731F"/>
    <w:pPr>
      <w:numPr>
        <w:numId w:val="28"/>
      </w:numPr>
    </w:pPr>
  </w:style>
  <w:style w:type="paragraph" w:customStyle="1" w:styleId="Pealkiri21">
    <w:name w:val="Pealkiri 21"/>
    <w:basedOn w:val="Normaallaad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allaad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allaad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allaad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allaad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allaad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allaad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allaad"/>
    <w:rsid w:val="00A9731F"/>
    <w:pPr>
      <w:numPr>
        <w:ilvl w:val="8"/>
        <w:numId w:val="28"/>
      </w:numPr>
    </w:pPr>
  </w:style>
  <w:style w:type="paragraph" w:styleId="Loendilik">
    <w:name w:val="List Paragraph"/>
    <w:basedOn w:val="Normaallaad"/>
    <w:uiPriority w:val="34"/>
    <w:qFormat/>
    <w:rsid w:val="00A9731F"/>
    <w:pPr>
      <w:ind w:left="720"/>
      <w:contextualSpacing/>
    </w:p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553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peep@narvo.e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t.enel@rmk.ee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mk.ee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peep@narvo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ep%20202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11DC93C662849EF98D1A3837B0303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DD8300-9180-417D-B7D2-8DD143635AC5}"/>
      </w:docPartPr>
      <w:docPartBody>
        <w:p w:rsidR="0022161A" w:rsidRDefault="0022161A" w:rsidP="0022161A">
          <w:pPr>
            <w:pStyle w:val="711DC93C662849EF98D1A3837B03030A"/>
          </w:pPr>
          <w:r w:rsidRPr="00BE118B">
            <w:rPr>
              <w:rStyle w:val="Kohatiteteks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61A"/>
    <w:rsid w:val="0022161A"/>
    <w:rsid w:val="006358F9"/>
    <w:rsid w:val="008B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8B1008"/>
  </w:style>
  <w:style w:type="paragraph" w:customStyle="1" w:styleId="711DC93C662849EF98D1A3837B03030A">
    <w:name w:val="711DC93C662849EF98D1A3837B03030A"/>
    <w:rsid w:val="002216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36B7A-22CB-4527-A1FE-C2E78D846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 2023.dotx</Template>
  <TotalTime>1</TotalTime>
  <Pages>3</Pages>
  <Words>907</Words>
  <Characters>7064</Characters>
  <Application>Microsoft Office Word</Application>
  <DocSecurity>0</DocSecurity>
  <Lines>58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7956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2</cp:revision>
  <cp:lastPrinted>2011-09-19T08:13:00Z</cp:lastPrinted>
  <dcterms:created xsi:type="dcterms:W3CDTF">2025-04-22T11:46:00Z</dcterms:created>
  <dcterms:modified xsi:type="dcterms:W3CDTF">2025-04-22T11:46:00Z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